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C74" w:rsidRPr="007D1A5E" w:rsidRDefault="008A1C74" w:rsidP="007D1A5E">
      <w:pPr>
        <w:spacing w:after="0" w:line="240" w:lineRule="auto"/>
        <w:jc w:val="right"/>
        <w:rPr>
          <w:rFonts w:ascii="Arial" w:hAnsi="Arial" w:cs="Arial"/>
        </w:rPr>
      </w:pPr>
      <w:bookmarkStart w:id="0" w:name="_GoBack"/>
      <w:bookmarkEnd w:id="0"/>
      <w:r w:rsidRPr="007D1A5E">
        <w:rPr>
          <w:rFonts w:ascii="Arial" w:hAnsi="Arial" w:cs="Arial"/>
        </w:rPr>
        <w:t>Gdańsk, dnia</w:t>
      </w:r>
      <w:r w:rsidR="00D1584F">
        <w:rPr>
          <w:rFonts w:ascii="Arial" w:hAnsi="Arial" w:cs="Arial"/>
        </w:rPr>
        <w:t xml:space="preserve"> 12</w:t>
      </w:r>
      <w:r w:rsidR="009C0ED2">
        <w:rPr>
          <w:rFonts w:ascii="Arial" w:hAnsi="Arial" w:cs="Arial"/>
        </w:rPr>
        <w:t>.</w:t>
      </w:r>
      <w:r w:rsidR="007D1A5E">
        <w:rPr>
          <w:rFonts w:ascii="Arial" w:hAnsi="Arial" w:cs="Arial"/>
        </w:rPr>
        <w:t>12</w:t>
      </w:r>
      <w:r w:rsidRPr="007D1A5E">
        <w:rPr>
          <w:rFonts w:ascii="Arial" w:hAnsi="Arial" w:cs="Arial"/>
        </w:rPr>
        <w:t xml:space="preserve">.2017 </w:t>
      </w:r>
      <w:proofErr w:type="gramStart"/>
      <w:r w:rsidRPr="007D1A5E">
        <w:rPr>
          <w:rFonts w:ascii="Arial" w:hAnsi="Arial" w:cs="Arial"/>
        </w:rPr>
        <w:t>r</w:t>
      </w:r>
      <w:proofErr w:type="gramEnd"/>
      <w:r w:rsidRPr="007D1A5E">
        <w:rPr>
          <w:rFonts w:ascii="Arial" w:hAnsi="Arial" w:cs="Arial"/>
        </w:rPr>
        <w:t>.</w:t>
      </w:r>
    </w:p>
    <w:p w:rsidR="008A1C74" w:rsidRPr="007D1A5E" w:rsidRDefault="003A04D0" w:rsidP="007D1A5E">
      <w:pPr>
        <w:spacing w:after="0" w:line="240" w:lineRule="auto"/>
        <w:rPr>
          <w:rFonts w:ascii="Arial" w:hAnsi="Arial" w:cs="Arial"/>
        </w:rPr>
      </w:pPr>
      <w:r w:rsidRPr="007D1A5E">
        <w:rPr>
          <w:rFonts w:ascii="Arial" w:hAnsi="Arial" w:cs="Arial"/>
        </w:rPr>
        <w:t>RDOŚ-Gd-WOC.6320.6</w:t>
      </w:r>
      <w:r w:rsidR="008A1C74" w:rsidRPr="007D1A5E">
        <w:rPr>
          <w:rFonts w:ascii="Arial" w:hAnsi="Arial" w:cs="Arial"/>
        </w:rPr>
        <w:t>.2017.</w:t>
      </w:r>
      <w:proofErr w:type="gramStart"/>
      <w:r w:rsidR="008A1C74" w:rsidRPr="007D1A5E">
        <w:rPr>
          <w:rFonts w:ascii="Arial" w:hAnsi="Arial" w:cs="Arial"/>
        </w:rPr>
        <w:t>asz</w:t>
      </w:r>
      <w:proofErr w:type="gramEnd"/>
    </w:p>
    <w:p w:rsidR="008A1C74" w:rsidRPr="007D1A5E" w:rsidRDefault="008A1C74" w:rsidP="007D1A5E">
      <w:pPr>
        <w:spacing w:after="0" w:line="240" w:lineRule="auto"/>
        <w:rPr>
          <w:rFonts w:ascii="Arial" w:hAnsi="Arial" w:cs="Arial"/>
        </w:rPr>
      </w:pPr>
    </w:p>
    <w:p w:rsidR="008A1C74" w:rsidRDefault="008A1C74" w:rsidP="00EA77E4">
      <w:pPr>
        <w:spacing w:after="0" w:line="300" w:lineRule="auto"/>
        <w:jc w:val="center"/>
        <w:rPr>
          <w:rFonts w:ascii="Arial" w:hAnsi="Arial" w:cs="Arial"/>
          <w:b/>
        </w:rPr>
      </w:pPr>
      <w:r w:rsidRPr="007D1A5E">
        <w:rPr>
          <w:rFonts w:ascii="Arial" w:hAnsi="Arial" w:cs="Arial"/>
          <w:b/>
        </w:rPr>
        <w:t>OBWIESZCZENIE</w:t>
      </w:r>
    </w:p>
    <w:p w:rsidR="00EA77E4" w:rsidRPr="007D1A5E" w:rsidRDefault="00EA77E4" w:rsidP="00EA77E4">
      <w:pPr>
        <w:spacing w:after="0" w:line="300" w:lineRule="auto"/>
        <w:jc w:val="center"/>
        <w:rPr>
          <w:rFonts w:ascii="Arial" w:hAnsi="Arial" w:cs="Arial"/>
          <w:b/>
        </w:rPr>
      </w:pPr>
      <w:r w:rsidRPr="00EA77E4">
        <w:rPr>
          <w:rFonts w:ascii="Arial" w:hAnsi="Arial" w:cs="Arial"/>
          <w:b/>
        </w:rPr>
        <w:t>Regionalnego Dyrektora Ochrony Środowiska w Gdańsku</w:t>
      </w:r>
    </w:p>
    <w:p w:rsidR="008A1C74" w:rsidRPr="007D1A5E" w:rsidRDefault="008A1C74" w:rsidP="007D1A5E">
      <w:pPr>
        <w:spacing w:after="0" w:line="240" w:lineRule="auto"/>
        <w:jc w:val="center"/>
        <w:rPr>
          <w:rFonts w:ascii="Arial" w:hAnsi="Arial" w:cs="Arial"/>
        </w:rPr>
      </w:pPr>
    </w:p>
    <w:p w:rsidR="008A1C74" w:rsidRPr="007D1A5E" w:rsidRDefault="008A1C74" w:rsidP="007D1A5E">
      <w:pPr>
        <w:spacing w:after="0" w:line="240" w:lineRule="auto"/>
        <w:ind w:firstLine="851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Na podstawie art. </w:t>
      </w:r>
      <w:r w:rsidR="006D69E4" w:rsidRPr="007D1A5E">
        <w:rPr>
          <w:rFonts w:ascii="Arial" w:hAnsi="Arial" w:cs="Arial"/>
        </w:rPr>
        <w:t>28 ust. 4 ustawy z dnia 16 kwietnia 2004 r. o ochronie przyrody (</w:t>
      </w:r>
      <w:proofErr w:type="spellStart"/>
      <w:r w:rsidR="006D69E4" w:rsidRPr="007D1A5E">
        <w:rPr>
          <w:rFonts w:ascii="Arial" w:hAnsi="Arial" w:cs="Arial"/>
        </w:rPr>
        <w:t>t.j</w:t>
      </w:r>
      <w:proofErr w:type="spellEnd"/>
      <w:r w:rsidR="006D69E4" w:rsidRPr="007D1A5E">
        <w:rPr>
          <w:rFonts w:ascii="Arial" w:hAnsi="Arial" w:cs="Arial"/>
        </w:rPr>
        <w:t xml:space="preserve">. Dz. U. </w:t>
      </w:r>
      <w:proofErr w:type="gramStart"/>
      <w:r w:rsidR="006D69E4" w:rsidRPr="007D1A5E">
        <w:rPr>
          <w:rFonts w:ascii="Arial" w:hAnsi="Arial" w:cs="Arial"/>
        </w:rPr>
        <w:t>z</w:t>
      </w:r>
      <w:proofErr w:type="gramEnd"/>
      <w:r w:rsidR="006D69E4" w:rsidRPr="007D1A5E">
        <w:rPr>
          <w:rFonts w:ascii="Arial" w:hAnsi="Arial" w:cs="Arial"/>
        </w:rPr>
        <w:t xml:space="preserve"> 2016 r. poz. 2134 z </w:t>
      </w:r>
      <w:proofErr w:type="spellStart"/>
      <w:r w:rsidR="006D69E4" w:rsidRPr="007D1A5E">
        <w:rPr>
          <w:rFonts w:ascii="Arial" w:hAnsi="Arial" w:cs="Arial"/>
        </w:rPr>
        <w:t>późn</w:t>
      </w:r>
      <w:proofErr w:type="spellEnd"/>
      <w:r w:rsidR="006D69E4" w:rsidRPr="007D1A5E">
        <w:rPr>
          <w:rFonts w:ascii="Arial" w:hAnsi="Arial" w:cs="Arial"/>
        </w:rPr>
        <w:t xml:space="preserve">. </w:t>
      </w:r>
      <w:proofErr w:type="gramStart"/>
      <w:r w:rsidR="006D69E4" w:rsidRPr="007D1A5E">
        <w:rPr>
          <w:rFonts w:ascii="Arial" w:hAnsi="Arial" w:cs="Arial"/>
        </w:rPr>
        <w:t>zm</w:t>
      </w:r>
      <w:proofErr w:type="gramEnd"/>
      <w:r w:rsidR="006D69E4" w:rsidRPr="007D1A5E">
        <w:rPr>
          <w:rFonts w:ascii="Arial" w:hAnsi="Arial" w:cs="Arial"/>
        </w:rPr>
        <w:t>.), w związku z art.</w:t>
      </w:r>
      <w:r w:rsidR="00367199" w:rsidRPr="007D1A5E">
        <w:rPr>
          <w:rFonts w:ascii="Arial" w:hAnsi="Arial" w:cs="Arial"/>
        </w:rPr>
        <w:t>43</w:t>
      </w:r>
      <w:r w:rsidR="005515D7" w:rsidRPr="007D1A5E">
        <w:rPr>
          <w:rFonts w:ascii="Arial" w:hAnsi="Arial" w:cs="Arial"/>
        </w:rPr>
        <w:t xml:space="preserve"> </w:t>
      </w:r>
      <w:r w:rsidRPr="007D1A5E">
        <w:rPr>
          <w:rFonts w:ascii="Arial" w:hAnsi="Arial" w:cs="Arial"/>
        </w:rPr>
        <w:t xml:space="preserve">ustawy </w:t>
      </w:r>
      <w:r w:rsidR="00D65DA1">
        <w:rPr>
          <w:rFonts w:ascii="Arial" w:hAnsi="Arial" w:cs="Arial"/>
        </w:rPr>
        <w:t>z dnia 3 października 2008 </w:t>
      </w:r>
      <w:r w:rsidR="003A04D0" w:rsidRPr="007D1A5E">
        <w:rPr>
          <w:rFonts w:ascii="Arial" w:hAnsi="Arial" w:cs="Arial"/>
        </w:rPr>
        <w:t xml:space="preserve">r. o </w:t>
      </w:r>
      <w:r w:rsidRPr="007D1A5E">
        <w:rPr>
          <w:rFonts w:ascii="Arial" w:hAnsi="Arial" w:cs="Arial"/>
        </w:rPr>
        <w:t>udostępnianiu informacji o środowisku i jego ochronie, udziale społeczeństwa w ochronie środowiska oraz o ocenach oddziaływania na środowisko (</w:t>
      </w:r>
      <w:proofErr w:type="spellStart"/>
      <w:r w:rsidR="00A74074" w:rsidRPr="007D1A5E">
        <w:rPr>
          <w:rFonts w:ascii="Arial" w:hAnsi="Arial" w:cs="Arial"/>
        </w:rPr>
        <w:t>t.j</w:t>
      </w:r>
      <w:proofErr w:type="spellEnd"/>
      <w:r w:rsidR="00A74074" w:rsidRPr="007D1A5E">
        <w:rPr>
          <w:rFonts w:ascii="Arial" w:hAnsi="Arial" w:cs="Arial"/>
        </w:rPr>
        <w:t>. Dz.</w:t>
      </w:r>
      <w:r w:rsidR="00E22341" w:rsidRPr="007D1A5E">
        <w:rPr>
          <w:rFonts w:ascii="Arial" w:hAnsi="Arial" w:cs="Arial"/>
        </w:rPr>
        <w:t xml:space="preserve"> </w:t>
      </w:r>
      <w:r w:rsidR="00422398" w:rsidRPr="007D1A5E">
        <w:rPr>
          <w:rFonts w:ascii="Arial" w:hAnsi="Arial" w:cs="Arial"/>
        </w:rPr>
        <w:t xml:space="preserve">U. </w:t>
      </w:r>
      <w:proofErr w:type="gramStart"/>
      <w:r w:rsidR="00422398" w:rsidRPr="007D1A5E">
        <w:rPr>
          <w:rFonts w:ascii="Arial" w:hAnsi="Arial" w:cs="Arial"/>
        </w:rPr>
        <w:t>z</w:t>
      </w:r>
      <w:proofErr w:type="gramEnd"/>
      <w:r w:rsidR="00422398" w:rsidRPr="007D1A5E">
        <w:rPr>
          <w:rFonts w:ascii="Arial" w:hAnsi="Arial" w:cs="Arial"/>
        </w:rPr>
        <w:t xml:space="preserve"> 2017 r. poz. 1405</w:t>
      </w:r>
      <w:r w:rsidR="00E22341" w:rsidRPr="007D1A5E">
        <w:rPr>
          <w:rFonts w:ascii="Arial" w:hAnsi="Arial" w:cs="Arial"/>
        </w:rPr>
        <w:t xml:space="preserve"> z </w:t>
      </w:r>
      <w:proofErr w:type="spellStart"/>
      <w:r w:rsidR="00E22341" w:rsidRPr="007D1A5E">
        <w:rPr>
          <w:rFonts w:ascii="Arial" w:hAnsi="Arial" w:cs="Arial"/>
        </w:rPr>
        <w:t>późn</w:t>
      </w:r>
      <w:proofErr w:type="spellEnd"/>
      <w:r w:rsidR="00E22341" w:rsidRPr="007D1A5E">
        <w:rPr>
          <w:rFonts w:ascii="Arial" w:hAnsi="Arial" w:cs="Arial"/>
        </w:rPr>
        <w:t xml:space="preserve">. </w:t>
      </w:r>
      <w:proofErr w:type="gramStart"/>
      <w:r w:rsidR="00E22341" w:rsidRPr="007D1A5E">
        <w:rPr>
          <w:rFonts w:ascii="Arial" w:hAnsi="Arial" w:cs="Arial"/>
        </w:rPr>
        <w:t>zm</w:t>
      </w:r>
      <w:proofErr w:type="gramEnd"/>
      <w:r w:rsidR="00E22341" w:rsidRPr="007D1A5E">
        <w:rPr>
          <w:rFonts w:ascii="Arial" w:hAnsi="Arial" w:cs="Arial"/>
        </w:rPr>
        <w:t>.</w:t>
      </w:r>
      <w:r w:rsidRPr="007D1A5E">
        <w:rPr>
          <w:rFonts w:ascii="Arial" w:hAnsi="Arial" w:cs="Arial"/>
        </w:rPr>
        <w:t>),</w:t>
      </w:r>
    </w:p>
    <w:p w:rsidR="00980930" w:rsidRPr="007D1A5E" w:rsidRDefault="008A1C74" w:rsidP="007D1A5E">
      <w:pPr>
        <w:spacing w:after="0" w:line="240" w:lineRule="auto"/>
        <w:jc w:val="both"/>
        <w:rPr>
          <w:rFonts w:ascii="Arial" w:hAnsi="Arial" w:cs="Arial"/>
          <w:b/>
        </w:rPr>
      </w:pPr>
      <w:r w:rsidRPr="007D1A5E">
        <w:rPr>
          <w:rFonts w:ascii="Arial" w:hAnsi="Arial" w:cs="Arial"/>
          <w:b/>
        </w:rPr>
        <w:t>Regionalny Dyrektor Ochrony Środowiska w Gdańsku podaje do publicznej wiadomości informację o</w:t>
      </w:r>
      <w:r w:rsidR="00613B32" w:rsidRPr="007D1A5E">
        <w:rPr>
          <w:rFonts w:ascii="Arial" w:hAnsi="Arial" w:cs="Arial"/>
          <w:b/>
        </w:rPr>
        <w:t xml:space="preserve"> przyjęciu </w:t>
      </w:r>
      <w:r w:rsidR="006D69E4" w:rsidRPr="007D1A5E">
        <w:rPr>
          <w:rFonts w:ascii="Arial" w:hAnsi="Arial" w:cs="Arial"/>
          <w:b/>
        </w:rPr>
        <w:t xml:space="preserve">niżej </w:t>
      </w:r>
      <w:r w:rsidR="00613B32" w:rsidRPr="007D1A5E">
        <w:rPr>
          <w:rFonts w:ascii="Arial" w:hAnsi="Arial" w:cs="Arial"/>
          <w:b/>
        </w:rPr>
        <w:t xml:space="preserve">wymienionych </w:t>
      </w:r>
      <w:r w:rsidR="007465A8" w:rsidRPr="007D1A5E">
        <w:rPr>
          <w:rFonts w:ascii="Arial" w:hAnsi="Arial" w:cs="Arial"/>
          <w:b/>
        </w:rPr>
        <w:t xml:space="preserve">zarządzeń dotyczących </w:t>
      </w:r>
      <w:r w:rsidR="007465A8" w:rsidRPr="007D1A5E">
        <w:rPr>
          <w:rFonts w:ascii="Arial" w:hAnsi="Arial" w:cs="Arial"/>
          <w:b/>
          <w:u w:val="single"/>
        </w:rPr>
        <w:t>planów zadań ochronnych dla obszarów Natura 2000</w:t>
      </w:r>
      <w:r w:rsidR="004F3196" w:rsidRPr="007D1A5E">
        <w:rPr>
          <w:rFonts w:ascii="Arial" w:hAnsi="Arial" w:cs="Arial"/>
          <w:b/>
          <w:u w:val="single"/>
        </w:rPr>
        <w:t xml:space="preserve"> </w:t>
      </w:r>
      <w:r w:rsidR="004F3196" w:rsidRPr="007D1A5E">
        <w:rPr>
          <w:rFonts w:ascii="Arial" w:hAnsi="Arial" w:cs="Arial"/>
        </w:rPr>
        <w:t>(w kolejności alfabetycznej wg nazw obszarów Natura 2000)</w:t>
      </w:r>
      <w:r w:rsidRPr="007D1A5E">
        <w:rPr>
          <w:rFonts w:ascii="Arial" w:hAnsi="Arial" w:cs="Arial"/>
          <w:b/>
        </w:rPr>
        <w:t>: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11 lipca 2016 r. w sprawie ustanowienia planu zadań ochronnych dla obszaru Natura 2000 Bagna Izbickie PLH220001 (Dz. Urz. Woj. Pom. poz. 2555);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nr 27/2012 Regionalnego Dyrektora Ochrony Środowiska w Gdańsku z dnia 28 września 2012 r. w sprawie ustanowienia planu zadań ochronnych dla obszaru Natura 2000 Biała PLH220016 (Dz. Urz. Woj. Pom. z 2013 r. poz. 457);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nr 3/2013 Regionalnego Dyrektora Ochrony Środowiska w Gdańsku z dnia 13 lutego 2013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Biała PLH220016- (Dz. Urz. Woj. Pom. poz. 1292);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nr 18/2013 Regionalnego Dyrektora Ochrony Środowiska w Gdańsku z dnia 27 maja 2013 r. w sprawie ustanowienia planu zadań ochronnych dla obszaru Natura 2000 Białe Błoto PLH220002 (Dz. Urz. Woj. Pom. poz. 2495);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30 kwietnia 2014 r. w sprawie ustanowienia planu zadań ochronnych dla obszaru Natura 2000 Białogóra PLH220003 (Dz. Urz. Woj. Pom. poz. 1916);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17 lutego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Białogóra PLH220003 (Dz. Urz. Woj. Pom. poz. 1081);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11 czerwca 2014 r.</w:t>
      </w:r>
      <w:r w:rsidR="000E2073">
        <w:rPr>
          <w:rFonts w:ascii="Arial" w:hAnsi="Arial" w:cs="Arial"/>
        </w:rPr>
        <w:t xml:space="preserve"> </w:t>
      </w:r>
      <w:r w:rsidRPr="007D1A5E">
        <w:rPr>
          <w:rFonts w:ascii="Arial" w:hAnsi="Arial" w:cs="Arial"/>
        </w:rPr>
        <w:t>w sprawie ustanowienia planu zadań ochronnych dla obszaru Natura 2000 Bielawskie Błota PLB220010 (Dz. Urz. Woj. Pom. poz. 2318);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i Regionalnego Dyrektora Ochrony Środowiska w Bydgoszczy z dnia 31 marca 2015 r. w sprawie ustanowienia planu zadań ochronnych dla obszaru Natura 2000 Bory Tucholskie PLB220009 (Dz. Urz. Woj. Pom. poz. 1161, Dz. Urz. Woj. Kuj.-Pom. poz. 1183);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nr 20/2013 Regionalnego Dyrektora Ochrony Środowiska w Gdańsku z dnia 27 maja 2013 r. w sprawie ustanowienia planu zadań ochronnych dla obszaru Natura 2000 Bunkier w Oliwie PLH220055 (Dz. Urz. Woj. Pom. poz. 2493);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12 marca 2014 r. w sprawie ustanowienia planu zadań ochronnych dla obszaru Natura 2000 Bytowskie Jeziora </w:t>
      </w:r>
      <w:proofErr w:type="spellStart"/>
      <w:r w:rsidRPr="007D1A5E">
        <w:rPr>
          <w:rFonts w:ascii="Arial" w:hAnsi="Arial" w:cs="Arial"/>
        </w:rPr>
        <w:t>Lobeliowe</w:t>
      </w:r>
      <w:proofErr w:type="spellEnd"/>
      <w:r w:rsidRPr="007D1A5E">
        <w:rPr>
          <w:rFonts w:ascii="Arial" w:hAnsi="Arial" w:cs="Arial"/>
        </w:rPr>
        <w:t xml:space="preserve"> PLH220005 (Dz. Urz. Woj. Pom. poz. 1320);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16 maja 2017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Bytowskie Jeziora </w:t>
      </w:r>
      <w:proofErr w:type="spellStart"/>
      <w:r w:rsidRPr="007D1A5E">
        <w:rPr>
          <w:rFonts w:ascii="Arial" w:hAnsi="Arial" w:cs="Arial"/>
        </w:rPr>
        <w:t>Lobeliowe</w:t>
      </w:r>
      <w:proofErr w:type="spellEnd"/>
      <w:r w:rsidRPr="007D1A5E">
        <w:rPr>
          <w:rFonts w:ascii="Arial" w:hAnsi="Arial" w:cs="Arial"/>
        </w:rPr>
        <w:t xml:space="preserve"> PLH220005 (Dz. Urz. Woj. Pom. poz. 2074);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lastRenderedPageBreak/>
        <w:t>Zarządzenie Regionalnego Dyrektora Ochrony Środowiska w Gdańsku z dnia 26 maja 2014 r. w sprawie w sprawie ustanowienia planu zadań ochronnych dla obszaru Natura 2000 Dąbrówka PLH220088 (Dz. Urz. Woj. Pom. poz. 2137);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13 maja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Dąbrówka PLH220088 (Dz. Urz. Woj. Pom. poz. 2025);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i Regionalnego Dyrektora Ochrony Środowiska w Bydgoszczy z dnia 31 marca 2015 r. w sprawie ustanowienia planu zadań ochronnych dla obszaru Natura 2000 Dolina Dolnej Wisły PLB040003 (Dz. Urz. Woj. Pom. poz. 1162, Dz. Urz. Woj. Kuj.-Pom. poz. 1184);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Bydgoszczy i Regionalnego Dyrektora Ochrony Środowiska </w:t>
      </w:r>
      <w:proofErr w:type="gramStart"/>
      <w:r w:rsidRPr="007D1A5E">
        <w:rPr>
          <w:rFonts w:ascii="Arial" w:hAnsi="Arial" w:cs="Arial"/>
        </w:rPr>
        <w:t>w  Gdańsku</w:t>
      </w:r>
      <w:proofErr w:type="gramEnd"/>
      <w:r w:rsidRPr="007D1A5E">
        <w:rPr>
          <w:rFonts w:ascii="Arial" w:hAnsi="Arial" w:cs="Arial"/>
        </w:rPr>
        <w:t xml:space="preserve"> z dnia 5 czerwca 2017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Dolina Dolnej Wisły PLB040003 (Dz. Urz. Woj. Pom. poz. 2226, Dz. Urz. Woj. Kuj.-Pom. poz. 2506);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</w:t>
      </w:r>
      <w:r w:rsidR="00D65DA1">
        <w:rPr>
          <w:rFonts w:ascii="Arial" w:hAnsi="Arial" w:cs="Arial"/>
        </w:rPr>
        <w:t>u z dnia 6 maja 2014 </w:t>
      </w:r>
      <w:r w:rsidRPr="007D1A5E">
        <w:rPr>
          <w:rFonts w:ascii="Arial" w:hAnsi="Arial" w:cs="Arial"/>
        </w:rPr>
        <w:t>r. w sprawie ustanowienia planu zadań ochronnych dla obszaru Natura 2000 Dolina Górnej Łeby PLH220006 (Dz. Urz. Woj. Pom. poz. 1939);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17 czerwca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Dolina Górnej Łeby PLH220006 (Dz. Urz. Woj. Pom. poz. 2340);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30 kwietnia 2014 r. w sprawie ustanowienia planu zadań ochronnych dla obszaru Natura 2000 Dolina Łupawy PLH220036 (Dz. Urz. Woj. Pom. poz. 1917);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17 lutego 2016 r. </w:t>
      </w:r>
      <w:r w:rsidRPr="007D1A5E">
        <w:rPr>
          <w:rFonts w:ascii="Arial" w:hAnsi="Arial" w:cs="Arial"/>
          <w:u w:val="single"/>
        </w:rPr>
        <w:t>uchylające</w:t>
      </w:r>
      <w:r w:rsidRPr="007D1A5E">
        <w:rPr>
          <w:rFonts w:ascii="Arial" w:hAnsi="Arial" w:cs="Arial"/>
        </w:rPr>
        <w:t xml:space="preserve"> zarządzenie w sprawie ustanowienia planu zadań ochronnych dla obszaru Natura 2000 Dolina Łupawy PLH220036 (Dz. Urz. Woj. Pom. poz. 1086);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17 kwietnia 2014 r. w sprawie ustanowienia planu zadań ochronnych dla obszaru Natura 2000 Dolina </w:t>
      </w:r>
      <w:proofErr w:type="spellStart"/>
      <w:r w:rsidRPr="007D1A5E">
        <w:rPr>
          <w:rFonts w:ascii="Arial" w:hAnsi="Arial" w:cs="Arial"/>
        </w:rPr>
        <w:t>Stropnej</w:t>
      </w:r>
      <w:proofErr w:type="spellEnd"/>
      <w:r w:rsidRPr="007D1A5E">
        <w:rPr>
          <w:rFonts w:ascii="Arial" w:hAnsi="Arial" w:cs="Arial"/>
        </w:rPr>
        <w:t xml:space="preserve"> PLH220037 (Dz. Urz. Woj. Pom. poz. 1815);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</w:t>
      </w:r>
      <w:r w:rsidR="00B47C17" w:rsidRPr="00B47C17">
        <w:rPr>
          <w:rFonts w:ascii="Arial" w:hAnsi="Arial" w:cs="Arial"/>
        </w:rPr>
        <w:t>z dnia 13 marca 2017 r.</w:t>
      </w:r>
      <w:r w:rsidR="00B47C17">
        <w:rPr>
          <w:rFonts w:ascii="Arial" w:hAnsi="Arial" w:cs="Arial"/>
        </w:rPr>
        <w:t xml:space="preserve">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Dolina </w:t>
      </w:r>
      <w:proofErr w:type="spellStart"/>
      <w:r w:rsidRPr="007D1A5E">
        <w:rPr>
          <w:rFonts w:ascii="Arial" w:hAnsi="Arial" w:cs="Arial"/>
        </w:rPr>
        <w:t>Stropnej</w:t>
      </w:r>
      <w:proofErr w:type="spellEnd"/>
      <w:r w:rsidRPr="007D1A5E">
        <w:rPr>
          <w:rFonts w:ascii="Arial" w:hAnsi="Arial" w:cs="Arial"/>
        </w:rPr>
        <w:t xml:space="preserve"> PLH220037 (Dz. Urz. Woj. Pom. poz. 1070);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8 kwietnia 2014 r. w sprawie ustanowienia planu zadań ochronnych dla obszaru Natura 2000 Dolina Środkowej </w:t>
      </w:r>
      <w:proofErr w:type="spellStart"/>
      <w:r w:rsidRPr="007D1A5E">
        <w:rPr>
          <w:rFonts w:ascii="Arial" w:hAnsi="Arial" w:cs="Arial"/>
        </w:rPr>
        <w:t>Wietcisy</w:t>
      </w:r>
      <w:proofErr w:type="spellEnd"/>
      <w:r w:rsidRPr="007D1A5E">
        <w:rPr>
          <w:rFonts w:ascii="Arial" w:hAnsi="Arial" w:cs="Arial"/>
        </w:rPr>
        <w:t xml:space="preserve"> PLH220009 (Dz. Urz. Woj. Pom. poz. 1714);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24 lutego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Dolina Środkowej </w:t>
      </w:r>
      <w:proofErr w:type="spellStart"/>
      <w:r w:rsidRPr="007D1A5E">
        <w:rPr>
          <w:rFonts w:ascii="Arial" w:hAnsi="Arial" w:cs="Arial"/>
        </w:rPr>
        <w:t>Wietcisy</w:t>
      </w:r>
      <w:proofErr w:type="spellEnd"/>
      <w:r w:rsidRPr="007D1A5E">
        <w:rPr>
          <w:rFonts w:ascii="Arial" w:hAnsi="Arial" w:cs="Arial"/>
        </w:rPr>
        <w:t xml:space="preserve"> PLH220009 (Dz. Urz. Woj. Pom. poz. 1115);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i Regionalnego Dyrektora Ochrony Środowiska w Szczecinie z dnia 6 maja 2014 r. w sprawie ustanowienia planu zadań ochronnych dla obszaru Natura 2000 Dolina Wieprzy i Studnicy PLH 220038 (Dz. Urz. Woj. Pom. poz. 1847, Dz. Urz. Woj. Zach. poz. 2098);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30 kwietnia 2014 r. w sprawie ustanowienia planu zadań ochronnych dla obszaru Natura 2000 Dolina Wierzycy PLH220094 (Dz. Urz. Woj. Pom. poz. 1919);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</w:t>
      </w:r>
      <w:r w:rsidR="00D65DA1">
        <w:rPr>
          <w:rFonts w:ascii="Arial" w:hAnsi="Arial" w:cs="Arial"/>
        </w:rPr>
        <w:t xml:space="preserve"> </w:t>
      </w:r>
      <w:r w:rsidR="00D65DA1" w:rsidRPr="00D65DA1">
        <w:rPr>
          <w:rFonts w:ascii="Arial" w:hAnsi="Arial" w:cs="Arial"/>
        </w:rPr>
        <w:t>z dnia 13 czerwca 2016 r.</w:t>
      </w:r>
      <w:r w:rsidRPr="007D1A5E">
        <w:rPr>
          <w:rFonts w:ascii="Arial" w:hAnsi="Arial" w:cs="Arial"/>
        </w:rPr>
        <w:t xml:space="preserve">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Dolina Wierzycy PLH220094 (Dz. Urz. Woj. Pom. poz. 2166);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i Regionalnego Dyrektora Ochrony Środowiska w Bydgoszczy z dnia 31 marca 2015 r. w sprawie ustanowienia planu zadań ochronnych dla obszaru Natura 2000 Dolna Wisła PLH220033 (Dz. Urz. Woj. Pom. poz. 1163, Dz. Urz. Woj. Kuj.-Pom. poz. 1185);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lastRenderedPageBreak/>
        <w:t xml:space="preserve">Zarządzenie nr 20/2013 Regionalnego Dyrektora Ochrony Środowiska w Gdańsku z dnia 27 maja 2013 r. w sprawie ustanowienia planu zadań ochronnych dla obszaru Natura 2000 </w:t>
      </w:r>
      <w:proofErr w:type="spellStart"/>
      <w:r w:rsidRPr="007D1A5E">
        <w:rPr>
          <w:rFonts w:ascii="Arial" w:hAnsi="Arial" w:cs="Arial"/>
        </w:rPr>
        <w:t>Górkowski</w:t>
      </w:r>
      <w:proofErr w:type="spellEnd"/>
      <w:r w:rsidRPr="007D1A5E">
        <w:rPr>
          <w:rFonts w:ascii="Arial" w:hAnsi="Arial" w:cs="Arial"/>
        </w:rPr>
        <w:t xml:space="preserve"> Las PLH220045 (Dz. Urz. Woj. Pom. poz. 2494);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nr 18/2012 Regionalnego Dyrektora Ochrony Środowiska w Gdańsku z dnia 1 sierpnia 2012 r. w sprawie ustanowienia planu zadań ochronnych dla obszaru Natura 2000 Hopowo PLH220010 (Dz. Urz. Woj. Pom. poz. 3433);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4 września 2017 r. w sprawie ustanowienia planu zadań ochronnych dla obszaru Natura 2000 Hopowo PLH220010 (Dz. Urz. Woj. Pom. poz. 3218);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6 grudnia 2013 r. w sprawie ustanowienia planu zadań ochronnych dla obszaru Natura 2000 Jeziora </w:t>
      </w:r>
      <w:proofErr w:type="spellStart"/>
      <w:r w:rsidRPr="007D1A5E">
        <w:rPr>
          <w:rFonts w:ascii="Arial" w:hAnsi="Arial" w:cs="Arial"/>
        </w:rPr>
        <w:t>Lobeliowe</w:t>
      </w:r>
      <w:proofErr w:type="spellEnd"/>
      <w:r w:rsidRPr="007D1A5E">
        <w:rPr>
          <w:rFonts w:ascii="Arial" w:hAnsi="Arial" w:cs="Arial"/>
        </w:rPr>
        <w:t xml:space="preserve"> koło Soszycy PLH220039 (Dz. Urz. Woj. Pom. poz. 4723);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4 grudnia 2015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Jeziora </w:t>
      </w:r>
      <w:proofErr w:type="spellStart"/>
      <w:r w:rsidRPr="007D1A5E">
        <w:rPr>
          <w:rFonts w:ascii="Arial" w:hAnsi="Arial" w:cs="Arial"/>
        </w:rPr>
        <w:t>Lobeliowe</w:t>
      </w:r>
      <w:proofErr w:type="spellEnd"/>
      <w:r w:rsidRPr="007D1A5E">
        <w:rPr>
          <w:rFonts w:ascii="Arial" w:hAnsi="Arial" w:cs="Arial"/>
        </w:rPr>
        <w:t xml:space="preserve"> koło Soszycy PLH220039 (Dz. Urz. Woj. Pom. poz. 4513);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28 kwietnia 2014 r. w sprawie ustanowienia planu zadań ochronnych dla obszaru Natura 2000 Jeziora Wdzydzkie PLH220034 (Dz. Urz. Woj. Pom. poz. 1841);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3 kwietnia 2014 r. w sprawie ustanowienia planu zadań ochronnych dla obszaru Natura 2000 Jeziorka </w:t>
      </w:r>
      <w:proofErr w:type="spellStart"/>
      <w:r w:rsidRPr="007D1A5E">
        <w:rPr>
          <w:rFonts w:ascii="Arial" w:hAnsi="Arial" w:cs="Arial"/>
        </w:rPr>
        <w:t>Chośnickie</w:t>
      </w:r>
      <w:proofErr w:type="spellEnd"/>
      <w:r w:rsidRPr="007D1A5E">
        <w:rPr>
          <w:rFonts w:ascii="Arial" w:hAnsi="Arial" w:cs="Arial"/>
        </w:rPr>
        <w:t xml:space="preserve"> PLH220012 (Dz. Urz. Woj. Pom. poz. 1621);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</w:t>
      </w:r>
      <w:r w:rsidR="00B47C17">
        <w:rPr>
          <w:rFonts w:ascii="Arial" w:hAnsi="Arial" w:cs="Arial"/>
        </w:rPr>
        <w:t>a 4 lipca 2016 </w:t>
      </w:r>
      <w:r w:rsidRPr="007D1A5E">
        <w:rPr>
          <w:rFonts w:ascii="Arial" w:hAnsi="Arial" w:cs="Arial"/>
        </w:rPr>
        <w:t xml:space="preserve">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Jeziorka </w:t>
      </w:r>
      <w:proofErr w:type="spellStart"/>
      <w:r w:rsidRPr="007D1A5E">
        <w:rPr>
          <w:rFonts w:ascii="Arial" w:hAnsi="Arial" w:cs="Arial"/>
        </w:rPr>
        <w:t>Chośnickie</w:t>
      </w:r>
      <w:proofErr w:type="spellEnd"/>
      <w:r w:rsidRPr="007D1A5E">
        <w:rPr>
          <w:rFonts w:ascii="Arial" w:hAnsi="Arial" w:cs="Arial"/>
        </w:rPr>
        <w:t xml:space="preserve"> PLH220012 (Dz. Urz. Woj. Pom. poz. 2693);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6 maja 2013</w:t>
      </w:r>
      <w:r w:rsidR="00B47C17">
        <w:rPr>
          <w:rFonts w:ascii="Arial" w:hAnsi="Arial" w:cs="Arial"/>
        </w:rPr>
        <w:t> </w:t>
      </w:r>
      <w:r w:rsidRPr="007D1A5E">
        <w:rPr>
          <w:rFonts w:ascii="Arial" w:hAnsi="Arial" w:cs="Arial"/>
        </w:rPr>
        <w:t>r. w sprawie ustanowienia planu zadań ochronnych dla obszaru Natura 2000 Jezioro Krasne PLH220035 (Dz. Urz. Woj. Pom. poz. 2100)</w:t>
      </w:r>
      <w:r w:rsidR="00BC45F0" w:rsidRPr="007D1A5E">
        <w:rPr>
          <w:rFonts w:ascii="Arial" w:hAnsi="Arial" w:cs="Arial"/>
        </w:rPr>
        <w:t xml:space="preserve"> - </w:t>
      </w:r>
      <w:r w:rsidR="001826F1" w:rsidRPr="007D1A5E">
        <w:rPr>
          <w:rFonts w:ascii="Arial" w:hAnsi="Arial" w:cs="Arial"/>
          <w:u w:val="single"/>
        </w:rPr>
        <w:t>akt utracił moc</w:t>
      </w:r>
      <w:r w:rsidRPr="007D1A5E">
        <w:rPr>
          <w:rFonts w:ascii="Arial" w:hAnsi="Arial" w:cs="Arial"/>
        </w:rPr>
        <w:t>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31 marca 2014 r. w sprawie ustanowienia planu zadań ochronnych dla obszaru Natura 2000 Jezioro Krasne PLH220035 (Dz. Urz. Woj. Pom. poz. 1457);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17 lutego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Jezioro Krasne PLH220035 (Dz. Urz. Woj. Pom. poz. 1088);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Nr 8 Regionalnego Dyrektora Ochrony Środowiska w Gdańsku z dnia 6 maja 2013 r. w sprawie ustanowienia planu zadań ochronnych dla obszaru Natura 2000 Jezioro Piasek PLH220013 (Dz. Urz. Woj. Pom. z 2013 r. poz. 2009);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nr 0210/2014 Regionalnego Dyrektora Ochrony Środowiska w Bydgoszczy i Regionalnego Dyrektora Ochrony Środowiska w Gdańsku z dnia 10 stycznia 2014 r. w sprawie ustanowienia planu zadań ochronnych dla obszaru Natura 2000 Krzewiny PLH040022 (Dz. Urz. Woj. Pom. poz. 208, Dz. Urz. Woj. Kuj.-Pom. poz. 182);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28 kwietnia 2014 r. w sprawie ustanowienia planu zadań ochronnych dla obszaru Natura 2000 Kurze Grzędy PLH220014 (Dz. Urz. Woj. Pom. poz. 1842);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23 grudnia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Kurze Grzędy PLH220014 (Dz. Urz. Woj. Pom. z 2017 r. poz. 20);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19 maja 2014 r. w sprawie ustanowienia planu zadań ochronnych dla obszaru Natura 2000 Lasy Lęborskie PLB220006 (Dz. Urz. Woj. Pom. poz. 2089);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17 lutego 2016 r. </w:t>
      </w:r>
      <w:r w:rsidRPr="007D1A5E">
        <w:rPr>
          <w:rFonts w:ascii="Arial" w:hAnsi="Arial" w:cs="Arial"/>
          <w:u w:val="single"/>
        </w:rPr>
        <w:t>uchylające</w:t>
      </w:r>
      <w:r w:rsidRPr="007D1A5E">
        <w:rPr>
          <w:rFonts w:ascii="Arial" w:hAnsi="Arial" w:cs="Arial"/>
        </w:rPr>
        <w:t xml:space="preserve"> zarządzenie w sprawie ustanowienia planu zadań ochronnych dla obszaru Natura 2000 Lasy Lęborskie PLB220006 (Dz. Urz. Woj. Pom. poz. 1086);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lastRenderedPageBreak/>
        <w:t>Zarządzenie Regionalnego Dyrektora Ochrony Środowiska w Gdańsku z dnia 13 października 2017 r. w sprawie ustanowienia planu zadań ochronnych dla obszaru Natura 2000 Lasy Lęborskie PLB220006 (Dz. Urz. Woj. Pom. poz. 3586);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</w:t>
      </w:r>
      <w:r w:rsidR="00B47C17">
        <w:rPr>
          <w:rFonts w:ascii="Arial" w:hAnsi="Arial" w:cs="Arial"/>
        </w:rPr>
        <w:t>ka w Gdańsku z dnia 6 maja 2014 </w:t>
      </w:r>
      <w:r w:rsidRPr="007D1A5E">
        <w:rPr>
          <w:rFonts w:ascii="Arial" w:hAnsi="Arial" w:cs="Arial"/>
        </w:rPr>
        <w:t xml:space="preserve">r. w sprawie ustanowienia planu zadań ochronnych dla obszaru Natura 2000 Lasy </w:t>
      </w:r>
      <w:proofErr w:type="spellStart"/>
      <w:r w:rsidRPr="007D1A5E">
        <w:rPr>
          <w:rFonts w:ascii="Arial" w:hAnsi="Arial" w:cs="Arial"/>
        </w:rPr>
        <w:t>Mirachowskie</w:t>
      </w:r>
      <w:proofErr w:type="spellEnd"/>
      <w:r w:rsidRPr="007D1A5E">
        <w:rPr>
          <w:rFonts w:ascii="Arial" w:hAnsi="Arial" w:cs="Arial"/>
        </w:rPr>
        <w:t xml:space="preserve"> PLB220008 (Dz. Urz. Woj. Pom. poz. 1940);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16 czerwca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Lasy </w:t>
      </w:r>
      <w:proofErr w:type="spellStart"/>
      <w:r w:rsidRPr="007D1A5E">
        <w:rPr>
          <w:rFonts w:ascii="Arial" w:hAnsi="Arial" w:cs="Arial"/>
        </w:rPr>
        <w:t>Mirachowskie</w:t>
      </w:r>
      <w:proofErr w:type="spellEnd"/>
      <w:r w:rsidRPr="007D1A5E">
        <w:rPr>
          <w:rFonts w:ascii="Arial" w:hAnsi="Arial" w:cs="Arial"/>
        </w:rPr>
        <w:t xml:space="preserve"> PLB220008 (Dz. Urz. Woj. Pom. poz. 2290);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28 kwietnia 2014 r. w sprawie ustanowienia planu zadań ochronnych dla obszaru Natura 2000 Leniec nad Wierzycą PLH220073 (Dz. Urz. Woj. Pom. poz. 1843);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24 lutego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Leniec nad Wierzycą PLH220073 (Dz. Urz. Woj. Pom. poz. 1116);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3 kwietnia 2014 r. w sprawie ustanowienia planu zadań ochronnych dla obszaru Natura 2000 </w:t>
      </w:r>
      <w:proofErr w:type="gramStart"/>
      <w:r w:rsidRPr="007D1A5E">
        <w:rPr>
          <w:rFonts w:ascii="Arial" w:hAnsi="Arial" w:cs="Arial"/>
        </w:rPr>
        <w:t>Łebskie</w:t>
      </w:r>
      <w:proofErr w:type="gramEnd"/>
      <w:r w:rsidRPr="007D1A5E">
        <w:rPr>
          <w:rFonts w:ascii="Arial" w:hAnsi="Arial" w:cs="Arial"/>
        </w:rPr>
        <w:t xml:space="preserve"> Bagna PLH220040 (Dz. Urz. Woj. Pom. poz. 1622);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28 kwietnia 2014 r. w sprawie ustanowienia planu zadań ochronnych dla obszaru Natura 2000 Mechowiska Sulęczyńskie PLH220017 (Dz. Urz. Woj. Pom. poz. 1844);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23 grudnia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Mechowiska Sulęczyńskie PLH220017 (Dz. Urz. Woj. Pom. z 2017 r. poz. 21);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6 grudnia 2013 r. w sprawie ustanowienia planu zadań ochronnych dla obszaru Natura 2000 Miasteckie Jeziora </w:t>
      </w:r>
      <w:proofErr w:type="spellStart"/>
      <w:r w:rsidRPr="007D1A5E">
        <w:rPr>
          <w:rFonts w:ascii="Arial" w:hAnsi="Arial" w:cs="Arial"/>
        </w:rPr>
        <w:t>Lobeliowe</w:t>
      </w:r>
      <w:proofErr w:type="spellEnd"/>
      <w:r w:rsidRPr="007D1A5E">
        <w:rPr>
          <w:rFonts w:ascii="Arial" w:hAnsi="Arial" w:cs="Arial"/>
        </w:rPr>
        <w:t xml:space="preserve"> PLH220041 (Dz. Urz. Woj. Pom. poz. 4713);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14 lutego 2017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Miasteckie Jeziora </w:t>
      </w:r>
      <w:proofErr w:type="spellStart"/>
      <w:r w:rsidRPr="007D1A5E">
        <w:rPr>
          <w:rFonts w:ascii="Arial" w:hAnsi="Arial" w:cs="Arial"/>
        </w:rPr>
        <w:t>Lobeliowe</w:t>
      </w:r>
      <w:proofErr w:type="spellEnd"/>
      <w:r w:rsidRPr="007D1A5E">
        <w:rPr>
          <w:rFonts w:ascii="Arial" w:hAnsi="Arial" w:cs="Arial"/>
        </w:rPr>
        <w:t xml:space="preserve"> PLH220041 (Dz. Urz. Woj. Pom. poz. 616);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8 kwietnia 2014 r. w sprawie ustanowienia planu zadań ochronnych dla obszaru Natura 2000 Mierzeja Sarbska PLH220018 (Dz. Urz. Woj. Pom. poz. 1715);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19 stycznia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Mierzeja Sarbska PLH220018 (Dz. Urz. Woj. Pom. poz. 160);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</w:t>
      </w:r>
      <w:r w:rsidR="00B47C17">
        <w:rPr>
          <w:rFonts w:ascii="Arial" w:hAnsi="Arial" w:cs="Arial"/>
        </w:rPr>
        <w:t>ka w Gdańsku z dnia 6 maja 2014 </w:t>
      </w:r>
      <w:r w:rsidRPr="007D1A5E">
        <w:rPr>
          <w:rFonts w:ascii="Arial" w:hAnsi="Arial" w:cs="Arial"/>
        </w:rPr>
        <w:t xml:space="preserve">r. w sprawie ustanowienia planu zadań ochronnych dla obszaru Natura 2000 </w:t>
      </w:r>
      <w:proofErr w:type="spellStart"/>
      <w:r w:rsidRPr="007D1A5E">
        <w:rPr>
          <w:rFonts w:ascii="Arial" w:hAnsi="Arial" w:cs="Arial"/>
        </w:rPr>
        <w:t>Młosino</w:t>
      </w:r>
      <w:proofErr w:type="spellEnd"/>
      <w:r w:rsidRPr="007D1A5E">
        <w:rPr>
          <w:rFonts w:ascii="Arial" w:hAnsi="Arial" w:cs="Arial"/>
        </w:rPr>
        <w:t>-Lubnia PLH220077 (Dz. Urz. Woj. Pom. poz. 1941);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6 lutego 2015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</w:t>
      </w:r>
      <w:proofErr w:type="spellStart"/>
      <w:r w:rsidRPr="007D1A5E">
        <w:rPr>
          <w:rFonts w:ascii="Arial" w:hAnsi="Arial" w:cs="Arial"/>
        </w:rPr>
        <w:t>Młosino</w:t>
      </w:r>
      <w:proofErr w:type="spellEnd"/>
      <w:r w:rsidRPr="007D1A5E">
        <w:rPr>
          <w:rFonts w:ascii="Arial" w:hAnsi="Arial" w:cs="Arial"/>
        </w:rPr>
        <w:t>-Lubnia PLH220077 (Dz. Urz. Woj. Pom. poz. 584);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nr 34/2013 z dnia 19 września 2013 r. w sprawie ustanowienia planu zadań ochronnych dla obszaru Natura 2000 Orle PLH220019 (Dz. Urz. Woj. Pom. poz. 3405);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</w:t>
      </w:r>
      <w:r w:rsidR="00B47C17">
        <w:rPr>
          <w:rFonts w:ascii="Arial" w:hAnsi="Arial" w:cs="Arial"/>
        </w:rPr>
        <w:t>a w Gdańsku z dnia 4 lipca 2016 </w:t>
      </w:r>
      <w:r w:rsidRPr="007D1A5E">
        <w:rPr>
          <w:rFonts w:ascii="Arial" w:hAnsi="Arial" w:cs="Arial"/>
        </w:rPr>
        <w:t xml:space="preserve">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Orle PLH220019 (Dz. Urz. Woj. Pom. poz. 2703);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Olsztynie i Regionalnego Dyrektora Ochrony Środowiska w Gdańsku z dnia 31 marca 2015 r. w sprawie ustanowienia planu zadań ochronnych dla obszaru Natura 2000 Ostoja Iławska PLH280053 (Dz. Urz. Woj. Pom. poz. 1143, Dz. Urz. Woj. </w:t>
      </w:r>
      <w:proofErr w:type="spellStart"/>
      <w:r w:rsidRPr="007D1A5E">
        <w:rPr>
          <w:rFonts w:ascii="Arial" w:hAnsi="Arial" w:cs="Arial"/>
        </w:rPr>
        <w:t>Warm</w:t>
      </w:r>
      <w:proofErr w:type="spellEnd"/>
      <w:r w:rsidRPr="007D1A5E">
        <w:rPr>
          <w:rFonts w:ascii="Arial" w:hAnsi="Arial" w:cs="Arial"/>
        </w:rPr>
        <w:t>.-</w:t>
      </w:r>
      <w:proofErr w:type="spellStart"/>
      <w:r w:rsidRPr="007D1A5E">
        <w:rPr>
          <w:rFonts w:ascii="Arial" w:hAnsi="Arial" w:cs="Arial"/>
        </w:rPr>
        <w:t>Maz</w:t>
      </w:r>
      <w:proofErr w:type="spellEnd"/>
      <w:r w:rsidRPr="007D1A5E">
        <w:rPr>
          <w:rFonts w:ascii="Arial" w:hAnsi="Arial" w:cs="Arial"/>
        </w:rPr>
        <w:t xml:space="preserve">. </w:t>
      </w:r>
      <w:proofErr w:type="gramStart"/>
      <w:r w:rsidRPr="007D1A5E">
        <w:rPr>
          <w:rFonts w:ascii="Arial" w:hAnsi="Arial" w:cs="Arial"/>
        </w:rPr>
        <w:t>poz</w:t>
      </w:r>
      <w:proofErr w:type="gramEnd"/>
      <w:r w:rsidRPr="007D1A5E">
        <w:rPr>
          <w:rFonts w:ascii="Arial" w:hAnsi="Arial" w:cs="Arial"/>
        </w:rPr>
        <w:t>. 1319);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lastRenderedPageBreak/>
        <w:t xml:space="preserve">Zarządzenie Regionalnego Dyrektora Ochrony Środowiska w Olsztynie i Regionalnego Dyrektora Ochrony Środowiska w Gdańsku z dnia 19 września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Ostoja Iławska PLH280053 (Dz. Urz. Woj. Pom. poz. 3233, Dz. Urz. Woj. </w:t>
      </w:r>
      <w:proofErr w:type="spellStart"/>
      <w:r w:rsidRPr="007D1A5E">
        <w:rPr>
          <w:rFonts w:ascii="Arial" w:hAnsi="Arial" w:cs="Arial"/>
        </w:rPr>
        <w:t>Warm</w:t>
      </w:r>
      <w:proofErr w:type="spellEnd"/>
      <w:r w:rsidRPr="007D1A5E">
        <w:rPr>
          <w:rFonts w:ascii="Arial" w:hAnsi="Arial" w:cs="Arial"/>
        </w:rPr>
        <w:t>.-</w:t>
      </w:r>
      <w:proofErr w:type="spellStart"/>
      <w:r w:rsidRPr="007D1A5E">
        <w:rPr>
          <w:rFonts w:ascii="Arial" w:hAnsi="Arial" w:cs="Arial"/>
        </w:rPr>
        <w:t>Maz</w:t>
      </w:r>
      <w:proofErr w:type="spellEnd"/>
      <w:r w:rsidRPr="007D1A5E">
        <w:rPr>
          <w:rFonts w:ascii="Arial" w:hAnsi="Arial" w:cs="Arial"/>
        </w:rPr>
        <w:t xml:space="preserve">. </w:t>
      </w:r>
      <w:proofErr w:type="gramStart"/>
      <w:r w:rsidRPr="007D1A5E">
        <w:rPr>
          <w:rFonts w:ascii="Arial" w:hAnsi="Arial" w:cs="Arial"/>
        </w:rPr>
        <w:t>poz</w:t>
      </w:r>
      <w:proofErr w:type="gramEnd"/>
      <w:r w:rsidRPr="007D1A5E">
        <w:rPr>
          <w:rFonts w:ascii="Arial" w:hAnsi="Arial" w:cs="Arial"/>
        </w:rPr>
        <w:t>. 3233);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12 marca 2014 r. w sprawie ustanowienia planu zadań ochronnych dla obszaru Natura 2000 Pełcznica PLH220020 (Dz. Urz. Woj. Pom. poz. 1321);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17 kwietnia 2014 r. w sprawie ustanowienia planu zadań ochronnych dla obszaru Natura 2000 Piaśnickie Łąki PLH220021 (Dz. Urz. Woj. Pom. poz. 1816);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26 listopada 2015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Piaśnickie Łąki PLH220021 (Dz. Urz. Woj. Pom. poz. 4392);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4 listopada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Piaśnickie Łąki PLH220021 (Dz. Urz. Woj. Pom. poz. 3596);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26 maja 2014 r. w sprawie ustanowienia planu zadań ochronnych dla obszaru Natura 2000 Piotrowo PLH220091 (Dz. Urz. Woj. Pom. poz. 2138);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19 stycznia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Piotrowo PLH220091 (Dz. Urz. Woj. Pom. poz. 161);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21 marca 2016 r. w sprawie ustanowienia planu zadań ochronnych dla obszaru Natura 2000 Pływające wyspy pod Rekowem PLH220022 (Dz. Urz. Woj. Pom. poz. 1411);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</w:t>
      </w:r>
      <w:r w:rsidR="00434F5C" w:rsidRPr="00434F5C">
        <w:rPr>
          <w:rFonts w:ascii="Arial" w:hAnsi="Arial" w:cs="Arial"/>
        </w:rPr>
        <w:t xml:space="preserve">i Regionalnego Dyrektora Ochrony Środowiska w Szczecinie </w:t>
      </w:r>
      <w:r w:rsidRPr="007D1A5E">
        <w:rPr>
          <w:rFonts w:ascii="Arial" w:hAnsi="Arial" w:cs="Arial"/>
        </w:rPr>
        <w:t>z dnia 25 września 2014 r. w sprawie ustanowienia planu zadań ochronnych dla obszaru Natura 2000 Przymorskie Błota PLH220024 (Dz. Urz. Woj. Pom. poz. 3239</w:t>
      </w:r>
      <w:r w:rsidR="007D1A5E" w:rsidRPr="007D1A5E">
        <w:rPr>
          <w:rFonts w:ascii="Arial" w:hAnsi="Arial" w:cs="Arial"/>
        </w:rPr>
        <w:t>, Dz. Urz. Woj. Zach. poz. 3620</w:t>
      </w:r>
      <w:r w:rsidRPr="007D1A5E">
        <w:rPr>
          <w:rFonts w:ascii="Arial" w:hAnsi="Arial" w:cs="Arial"/>
        </w:rPr>
        <w:t>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26 maja 2014 r. w sprawie ustanowienia planu zadań ochronnych dla obszaru Natura 2000 Przywidz PLH220025 (Dz. Urz. Woj. Pom. poz. 2139);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17 lutego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Przywidz PLH220025 (Dz. Urz. Woj. Pom. poz. 2167);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23 grudnia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Przywidz PLH220025 (Dz. Urz. Woj. Pom. z 2017 r. poz. 19);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</w:t>
      </w:r>
      <w:r w:rsidR="00B47C17">
        <w:rPr>
          <w:rFonts w:ascii="Arial" w:hAnsi="Arial" w:cs="Arial"/>
        </w:rPr>
        <w:t>ka w Gdańsku z dnia 9 maja 2014 </w:t>
      </w:r>
      <w:r w:rsidRPr="007D1A5E">
        <w:rPr>
          <w:rFonts w:ascii="Arial" w:hAnsi="Arial" w:cs="Arial"/>
        </w:rPr>
        <w:t xml:space="preserve">r. w sprawie ustanowienia planu zadań ochronnych dla obszaru Natura 2000 Puszcza </w:t>
      </w:r>
      <w:proofErr w:type="spellStart"/>
      <w:r w:rsidRPr="007D1A5E">
        <w:rPr>
          <w:rFonts w:ascii="Arial" w:hAnsi="Arial" w:cs="Arial"/>
        </w:rPr>
        <w:t>Darżlubska</w:t>
      </w:r>
      <w:proofErr w:type="spellEnd"/>
      <w:r w:rsidRPr="007D1A5E">
        <w:rPr>
          <w:rFonts w:ascii="Arial" w:hAnsi="Arial" w:cs="Arial"/>
        </w:rPr>
        <w:t xml:space="preserve"> PLB220007 (Dz. Urz. Woj. Pom. poz. 1920);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18 lutego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Puszcza </w:t>
      </w:r>
      <w:proofErr w:type="spellStart"/>
      <w:r w:rsidRPr="007D1A5E">
        <w:rPr>
          <w:rFonts w:ascii="Arial" w:hAnsi="Arial" w:cs="Arial"/>
        </w:rPr>
        <w:t>Darżlubska</w:t>
      </w:r>
      <w:proofErr w:type="spellEnd"/>
      <w:r w:rsidRPr="007D1A5E">
        <w:rPr>
          <w:rFonts w:ascii="Arial" w:hAnsi="Arial" w:cs="Arial"/>
        </w:rPr>
        <w:t xml:space="preserve"> </w:t>
      </w:r>
      <w:proofErr w:type="gramStart"/>
      <w:r w:rsidRPr="007D1A5E">
        <w:rPr>
          <w:rFonts w:ascii="Arial" w:hAnsi="Arial" w:cs="Arial"/>
        </w:rPr>
        <w:t>PLB220007  (Dz</w:t>
      </w:r>
      <w:proofErr w:type="gramEnd"/>
      <w:r w:rsidRPr="007D1A5E">
        <w:rPr>
          <w:rFonts w:ascii="Arial" w:hAnsi="Arial" w:cs="Arial"/>
        </w:rPr>
        <w:t>. Urz. Woj. Pom. poz. 1108);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Bydgoszczy i Regionalnego Dyrektora Ochrony Środowiska w Gdańsku z dnia 22 kwietnia 2014 r. w sprawie ustanowienia planu zadań ochronnych dla obszaru Natura 2000 Sandr Wdy PLH040017 (Dz. Urz. Woj. Pom. poz. 1760, Dz. Urz. Woj. Kuj.-Pom. poz. 1451);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Bydgoszczy i Regionalnego Dyrektora Ochrony Środowiska w Gdańsku z dnia 27 października 2015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Sandr Wdy PLH040017 (Dz. Urz. Woj. Pom. poz. 3287, Dz. Urz. Woj. Kuj.-Pom. poz. 3277);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lastRenderedPageBreak/>
        <w:t>Zarządzenie Regionalnego Dyrektora Ochrony Środowiska w Gdańsku z dnia 26 maja 2014 r. w sprawie ustanowienia planu zadań ochronnych dla obszaru Natura 2000 Staniszewskie Błoto PLH220027 (Dz. Urz. Woj. Pom. poz. 2140);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31 marca 2014 r. w sprawie ustanowienia planu zadań ochronnych dla obszaru Natura 2000 Studzienickie Torfowiska PLH220028 (Dz. Urz. Woj. Pom. poz. 1458);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19 stycznia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Studzienickie Torfowiska </w:t>
      </w:r>
      <w:proofErr w:type="gramStart"/>
      <w:r w:rsidRPr="007D1A5E">
        <w:rPr>
          <w:rFonts w:ascii="Arial" w:hAnsi="Arial" w:cs="Arial"/>
        </w:rPr>
        <w:t>PLH220028  (Dz</w:t>
      </w:r>
      <w:proofErr w:type="gramEnd"/>
      <w:r w:rsidRPr="007D1A5E">
        <w:rPr>
          <w:rFonts w:ascii="Arial" w:hAnsi="Arial" w:cs="Arial"/>
        </w:rPr>
        <w:t>. Urz. Woj. Pom. poz. 159);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26 maja 2014 r. w sprawie ustanowienia planu zadań ochronnych dla obszaru Natura 2000 </w:t>
      </w:r>
      <w:proofErr w:type="spellStart"/>
      <w:r w:rsidRPr="007D1A5E">
        <w:rPr>
          <w:rFonts w:ascii="Arial" w:hAnsi="Arial" w:cs="Arial"/>
        </w:rPr>
        <w:t>Szumleś</w:t>
      </w:r>
      <w:proofErr w:type="spellEnd"/>
      <w:r w:rsidRPr="007D1A5E">
        <w:rPr>
          <w:rFonts w:ascii="Arial" w:hAnsi="Arial" w:cs="Arial"/>
        </w:rPr>
        <w:t xml:space="preserve"> </w:t>
      </w:r>
      <w:proofErr w:type="gramStart"/>
      <w:r w:rsidRPr="007D1A5E">
        <w:rPr>
          <w:rFonts w:ascii="Arial" w:hAnsi="Arial" w:cs="Arial"/>
        </w:rPr>
        <w:t>PLH220086 ;</w:t>
      </w:r>
      <w:proofErr w:type="gramEnd"/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</w:t>
      </w:r>
      <w:r w:rsidR="00B47C17">
        <w:rPr>
          <w:rFonts w:ascii="Arial" w:hAnsi="Arial" w:cs="Arial"/>
        </w:rPr>
        <w:t>a w Gdańsku z dnia 4 lipca 2016 </w:t>
      </w:r>
      <w:r w:rsidRPr="007D1A5E">
        <w:rPr>
          <w:rFonts w:ascii="Arial" w:hAnsi="Arial" w:cs="Arial"/>
        </w:rPr>
        <w:t xml:space="preserve">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</w:t>
      </w:r>
      <w:proofErr w:type="spellStart"/>
      <w:r w:rsidRPr="007D1A5E">
        <w:rPr>
          <w:rFonts w:ascii="Arial" w:hAnsi="Arial" w:cs="Arial"/>
        </w:rPr>
        <w:t>Szumleś</w:t>
      </w:r>
      <w:proofErr w:type="spellEnd"/>
      <w:r w:rsidRPr="007D1A5E">
        <w:rPr>
          <w:rFonts w:ascii="Arial" w:hAnsi="Arial" w:cs="Arial"/>
        </w:rPr>
        <w:t xml:space="preserve"> PLH220086 (Dz. Urz. Woj. Pom. poz. 2692);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19 maja 2014 r. w sprawie ustanowienia planu zadań ochronnych dla obszaru Natura 2000 Trzy Młyny PLH220029 (Dz. Urz. Woj. Pom. poz. 2090);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2 września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Trzy Młyny PLH220029 (Dz. Urz. Woj. Pom. poz. 3101);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Nr 10 Regionalnego Dyrektora Ochrony Środowiska w Gdańsku z dnia 6 maja 2013 r. w sprawie ustanowienia planu zadań ochronnych dla obszaru Natura 2000 Twierdza </w:t>
      </w:r>
      <w:proofErr w:type="spellStart"/>
      <w:r w:rsidRPr="007D1A5E">
        <w:rPr>
          <w:rFonts w:ascii="Arial" w:hAnsi="Arial" w:cs="Arial"/>
        </w:rPr>
        <w:t>Wisłoujście</w:t>
      </w:r>
      <w:proofErr w:type="spellEnd"/>
      <w:r w:rsidRPr="007D1A5E">
        <w:rPr>
          <w:rFonts w:ascii="Arial" w:hAnsi="Arial" w:cs="Arial"/>
        </w:rPr>
        <w:t xml:space="preserve"> PLH220030 (Dz. Urz. Woj. Pom. poz. 2101);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28 kwietnia 2014 r. w sprawie ustanowienia planu zadań ochronnych dla obszaru Natura 2000 Waćmierz PLH220031 (Dz. Urz. Woj. Pom. poz. 1845);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2 września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Waćmierz PLH220031 (Dz. Urz. Woj. Pom. poz. 3102);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31 marca 2015 r. w sprawie ustanowienia planu zadań ochronnych dla obszaru Natura 2000 Wielki Sandr Brdy PLB220001 (Dz. Urz. Woj. Pom. poz. 1142);</w:t>
      </w:r>
    </w:p>
    <w:p w:rsidR="00580E19" w:rsidRPr="007D1A5E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>Zarządzenie Regionalnego Dyrektora Ochrony Środowiska w Gdańsku z dnia 28 kwietnia 2014 r. w sprawie ustanowienia planu zadań ochronnych dla obszaru Natura 2000 Wilcze Błota PLH220093 (Dz. Urz. Woj. Pom. poz. 1846);</w:t>
      </w:r>
    </w:p>
    <w:p w:rsidR="00580E19" w:rsidRDefault="00580E19" w:rsidP="007D1A5E">
      <w:pPr>
        <w:pStyle w:val="Akapitzlist"/>
        <w:numPr>
          <w:ilvl w:val="0"/>
          <w:numId w:val="12"/>
        </w:numPr>
        <w:spacing w:after="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Zarządzenie Regionalnego Dyrektora Ochrony Środowiska w Gdańsku z dnia 2 listopada 2016 r. </w:t>
      </w:r>
      <w:r w:rsidRPr="007D1A5E">
        <w:rPr>
          <w:rFonts w:ascii="Arial" w:hAnsi="Arial" w:cs="Arial"/>
          <w:u w:val="single"/>
        </w:rPr>
        <w:t>zmieniające</w:t>
      </w:r>
      <w:r w:rsidRPr="007D1A5E">
        <w:rPr>
          <w:rFonts w:ascii="Arial" w:hAnsi="Arial" w:cs="Arial"/>
        </w:rPr>
        <w:t xml:space="preserve"> zarządzenie w sprawie ustanowienia planu zadań ochronnych dla obszaru Natura 2000 Wilcze Błota PLH220093</w:t>
      </w:r>
      <w:r w:rsidR="007D1A5E">
        <w:rPr>
          <w:rFonts w:ascii="Arial" w:hAnsi="Arial" w:cs="Arial"/>
        </w:rPr>
        <w:t xml:space="preserve"> (Dz. Urz. Woj. Pom. poz. 3595).</w:t>
      </w:r>
    </w:p>
    <w:p w:rsidR="007D1A5E" w:rsidRPr="007D1A5E" w:rsidRDefault="007D1A5E" w:rsidP="007D1A5E">
      <w:pPr>
        <w:spacing w:after="0" w:line="240" w:lineRule="auto"/>
        <w:jc w:val="both"/>
        <w:rPr>
          <w:rFonts w:ascii="Arial" w:hAnsi="Arial" w:cs="Arial"/>
        </w:rPr>
      </w:pPr>
    </w:p>
    <w:p w:rsidR="00613B32" w:rsidRPr="007D1A5E" w:rsidRDefault="006D69E4" w:rsidP="007D1A5E">
      <w:pPr>
        <w:spacing w:after="0" w:line="240" w:lineRule="auto"/>
        <w:ind w:firstLine="851"/>
        <w:jc w:val="both"/>
        <w:rPr>
          <w:rFonts w:ascii="Arial" w:hAnsi="Arial" w:cs="Arial"/>
        </w:rPr>
      </w:pPr>
      <w:r w:rsidRPr="007D1A5E">
        <w:rPr>
          <w:rFonts w:ascii="Arial" w:hAnsi="Arial" w:cs="Arial"/>
        </w:rPr>
        <w:t xml:space="preserve">Zainteresowane osoby mogą się zapoznać z wymienionymi dokumentami oraz uzasadnieniami, o których mowa art. 42 pkt 2 ustawy </w:t>
      </w:r>
      <w:r w:rsidR="00EF5924" w:rsidRPr="007D1A5E">
        <w:rPr>
          <w:rFonts w:ascii="Arial" w:hAnsi="Arial" w:cs="Arial"/>
        </w:rPr>
        <w:t>o udostępnianiu informacji o środowisku i jego ochronie, udziale społeczeństwa w ochronie środowiska oraz o ocenach oddziaływania na środowisko</w:t>
      </w:r>
      <w:r w:rsidR="00BB01CA" w:rsidRPr="007D1A5E">
        <w:rPr>
          <w:rFonts w:ascii="Arial" w:hAnsi="Arial" w:cs="Arial"/>
        </w:rPr>
        <w:t xml:space="preserve">, w siedzibie Regionalnej Dyrekcji Ochrony Środowiska w Gdańsku, ul. Chmielna 54/57, 80-748 Gdańsk (po uprzednim uzgodnieniu terminu pod nr tel. 58 68 36 828) oraz na stronie internetowej Biuletynu Informacji Publicznej RDOŚ w Gdańsku </w:t>
      </w:r>
      <w:r w:rsidR="00BB01CA" w:rsidRPr="007D1A5E">
        <w:rPr>
          <w:rFonts w:ascii="Arial" w:hAnsi="Arial" w:cs="Arial"/>
          <w:u w:val="single"/>
        </w:rPr>
        <w:t>http</w:t>
      </w:r>
      <w:proofErr w:type="gramStart"/>
      <w:r w:rsidR="00BB01CA" w:rsidRPr="007D1A5E">
        <w:rPr>
          <w:rFonts w:ascii="Arial" w:hAnsi="Arial" w:cs="Arial"/>
          <w:u w:val="single"/>
        </w:rPr>
        <w:t>://bip</w:t>
      </w:r>
      <w:proofErr w:type="gramEnd"/>
      <w:r w:rsidR="00BB01CA" w:rsidRPr="007D1A5E">
        <w:rPr>
          <w:rFonts w:ascii="Arial" w:hAnsi="Arial" w:cs="Arial"/>
          <w:u w:val="single"/>
        </w:rPr>
        <w:t>.</w:t>
      </w:r>
      <w:proofErr w:type="gramStart"/>
      <w:r w:rsidR="00BB01CA" w:rsidRPr="007D1A5E">
        <w:rPr>
          <w:rFonts w:ascii="Arial" w:hAnsi="Arial" w:cs="Arial"/>
          <w:u w:val="single"/>
        </w:rPr>
        <w:t>gdansk</w:t>
      </w:r>
      <w:proofErr w:type="gramEnd"/>
      <w:r w:rsidR="00BB01CA" w:rsidRPr="007D1A5E">
        <w:rPr>
          <w:rFonts w:ascii="Arial" w:hAnsi="Arial" w:cs="Arial"/>
          <w:u w:val="single"/>
        </w:rPr>
        <w:t>.</w:t>
      </w:r>
      <w:proofErr w:type="gramStart"/>
      <w:r w:rsidR="00BB01CA" w:rsidRPr="007D1A5E">
        <w:rPr>
          <w:rFonts w:ascii="Arial" w:hAnsi="Arial" w:cs="Arial"/>
          <w:u w:val="single"/>
        </w:rPr>
        <w:t>rdos</w:t>
      </w:r>
      <w:proofErr w:type="gramEnd"/>
      <w:r w:rsidR="00BB01CA" w:rsidRPr="007D1A5E">
        <w:rPr>
          <w:rFonts w:ascii="Arial" w:hAnsi="Arial" w:cs="Arial"/>
          <w:u w:val="single"/>
        </w:rPr>
        <w:t>.</w:t>
      </w:r>
      <w:proofErr w:type="gramStart"/>
      <w:r w:rsidR="00BB01CA" w:rsidRPr="007D1A5E">
        <w:rPr>
          <w:rFonts w:ascii="Arial" w:hAnsi="Arial" w:cs="Arial"/>
          <w:u w:val="single"/>
        </w:rPr>
        <w:t>gov</w:t>
      </w:r>
      <w:proofErr w:type="gramEnd"/>
      <w:r w:rsidR="00BB01CA" w:rsidRPr="007D1A5E">
        <w:rPr>
          <w:rFonts w:ascii="Arial" w:hAnsi="Arial" w:cs="Arial"/>
          <w:u w:val="single"/>
        </w:rPr>
        <w:t>.</w:t>
      </w:r>
      <w:proofErr w:type="gramStart"/>
      <w:r w:rsidR="00BB01CA" w:rsidRPr="007D1A5E">
        <w:rPr>
          <w:rFonts w:ascii="Arial" w:hAnsi="Arial" w:cs="Arial"/>
          <w:u w:val="single"/>
        </w:rPr>
        <w:t>pl</w:t>
      </w:r>
      <w:proofErr w:type="gramEnd"/>
      <w:r w:rsidR="00BB01CA" w:rsidRPr="007D1A5E">
        <w:rPr>
          <w:rFonts w:ascii="Arial" w:hAnsi="Arial" w:cs="Arial"/>
        </w:rPr>
        <w:t xml:space="preserve"> (zakładka Zarządzenia Regionalnego Dyrektora Ochrony Środowiska w Gdańsku).</w:t>
      </w:r>
    </w:p>
    <w:p w:rsidR="00BB01CA" w:rsidRPr="007D1A5E" w:rsidRDefault="00BB01CA" w:rsidP="007D1A5E">
      <w:pPr>
        <w:spacing w:after="0" w:line="240" w:lineRule="auto"/>
        <w:ind w:firstLine="851"/>
        <w:jc w:val="both"/>
        <w:rPr>
          <w:rFonts w:ascii="Arial" w:hAnsi="Arial" w:cs="Arial"/>
        </w:rPr>
      </w:pPr>
    </w:p>
    <w:sectPr w:rsidR="00BB01CA" w:rsidRPr="007D1A5E" w:rsidSect="007D1A5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304" w:bottom="1418" w:left="1304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2B4" w:rsidRDefault="008802B4" w:rsidP="000F38F9">
      <w:pPr>
        <w:spacing w:after="0" w:line="240" w:lineRule="auto"/>
      </w:pPr>
      <w:r>
        <w:separator/>
      </w:r>
    </w:p>
  </w:endnote>
  <w:endnote w:type="continuationSeparator" w:id="0">
    <w:p w:rsidR="008802B4" w:rsidRDefault="008802B4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i/>
        <w:sz w:val="20"/>
        <w:szCs w:val="20"/>
      </w:rPr>
      <w:id w:val="20911842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B4318D" w:rsidRDefault="00613B32">
            <w:pPr>
              <w:pStyle w:val="Stopka"/>
            </w:pPr>
            <w:r w:rsidRPr="00613B32">
              <w:rPr>
                <w:rFonts w:ascii="Arial" w:hAnsi="Arial" w:cs="Arial"/>
                <w:i/>
                <w:sz w:val="20"/>
                <w:szCs w:val="20"/>
              </w:rPr>
              <w:t>RDOŚ-Gd-WOC.6320.6.2017.</w:t>
            </w:r>
            <w:proofErr w:type="gramStart"/>
            <w:r w:rsidRPr="00613B32">
              <w:rPr>
                <w:rFonts w:ascii="Arial" w:hAnsi="Arial" w:cs="Arial"/>
                <w:i/>
                <w:sz w:val="20"/>
                <w:szCs w:val="20"/>
              </w:rPr>
              <w:t>asz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    </w:t>
            </w:r>
            <w:r w:rsidR="00202061">
              <w:rPr>
                <w:rFonts w:ascii="Arial" w:hAnsi="Arial" w:cs="Arial"/>
                <w:i/>
                <w:sz w:val="20"/>
                <w:szCs w:val="20"/>
              </w:rPr>
              <w:t xml:space="preserve">       </w:t>
            </w:r>
            <w:r w:rsidR="00F1005E" w:rsidRPr="00026CDB"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        </w:t>
            </w:r>
            <w:proofErr w:type="gramEnd"/>
            <w:r w:rsidR="00F1005E" w:rsidRPr="00026CDB"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         </w:t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t xml:space="preserve">Strona </w:t>
            </w:r>
            <w:r w:rsidR="00E633F4" w:rsidRPr="00026CDB">
              <w:rPr>
                <w:rFonts w:ascii="Arial" w:hAnsi="Arial" w:cs="Arial"/>
                <w:i/>
                <w:sz w:val="20"/>
                <w:szCs w:val="20"/>
              </w:rPr>
              <w:fldChar w:fldCharType="begin"/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instrText>PAGE</w:instrText>
            </w:r>
            <w:r w:rsidR="00E633F4" w:rsidRPr="00026CDB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1D01F0">
              <w:rPr>
                <w:rFonts w:ascii="Arial" w:hAnsi="Arial" w:cs="Arial"/>
                <w:i/>
                <w:noProof/>
                <w:sz w:val="20"/>
                <w:szCs w:val="20"/>
              </w:rPr>
              <w:t>2</w:t>
            </w:r>
            <w:r w:rsidR="00E633F4" w:rsidRPr="00026CDB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t xml:space="preserve"> z </w:t>
            </w:r>
            <w:r w:rsidR="00E633F4" w:rsidRPr="00026CDB">
              <w:rPr>
                <w:rFonts w:ascii="Arial" w:hAnsi="Arial" w:cs="Arial"/>
                <w:i/>
                <w:sz w:val="20"/>
                <w:szCs w:val="20"/>
              </w:rPr>
              <w:fldChar w:fldCharType="begin"/>
            </w:r>
            <w:r w:rsidR="00AC7083" w:rsidRPr="00026CDB">
              <w:rPr>
                <w:rFonts w:ascii="Arial" w:hAnsi="Arial" w:cs="Arial"/>
                <w:i/>
                <w:sz w:val="20"/>
                <w:szCs w:val="20"/>
              </w:rPr>
              <w:instrText>NUMPAGES</w:instrText>
            </w:r>
            <w:r w:rsidR="00E633F4" w:rsidRPr="00026CDB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="001D01F0">
              <w:rPr>
                <w:rFonts w:ascii="Arial" w:hAnsi="Arial" w:cs="Arial"/>
                <w:i/>
                <w:noProof/>
                <w:sz w:val="20"/>
                <w:szCs w:val="20"/>
              </w:rPr>
              <w:t>6</w:t>
            </w:r>
            <w:r w:rsidR="00E633F4" w:rsidRPr="00026CDB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F36" w:rsidRPr="00425F85" w:rsidRDefault="003349CF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  <w:lang w:eastAsia="pl-PL"/>
      </w:rPr>
      <w:drawing>
        <wp:inline distT="0" distB="0" distL="0" distR="0">
          <wp:extent cx="5943600" cy="1012825"/>
          <wp:effectExtent l="19050" t="0" r="0" b="0"/>
          <wp:docPr id="2" name="Obraz 2" descr="adres_RDOS_Gdań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dres_RDOS_Gdańs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1012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2B4" w:rsidRDefault="008802B4" w:rsidP="000F38F9">
      <w:pPr>
        <w:spacing w:after="0" w:line="240" w:lineRule="auto"/>
      </w:pPr>
      <w:r>
        <w:separator/>
      </w:r>
    </w:p>
  </w:footnote>
  <w:footnote w:type="continuationSeparator" w:id="0">
    <w:p w:rsidR="008802B4" w:rsidRDefault="008802B4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CA" w:rsidRDefault="003349CF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>
          <wp:extent cx="4903470" cy="941070"/>
          <wp:effectExtent l="19050" t="0" r="0" b="0"/>
          <wp:docPr id="1" name="Obraz 1" descr="logo_RDOS_Gdańsk_WO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WOC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470" cy="9410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7B60"/>
    <w:multiLevelType w:val="hybridMultilevel"/>
    <w:tmpl w:val="C6706E2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E55080"/>
    <w:multiLevelType w:val="hybridMultilevel"/>
    <w:tmpl w:val="FF82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D7D09"/>
    <w:multiLevelType w:val="hybridMultilevel"/>
    <w:tmpl w:val="1D28D6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781514"/>
    <w:multiLevelType w:val="hybridMultilevel"/>
    <w:tmpl w:val="CC322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57F0D"/>
    <w:multiLevelType w:val="hybridMultilevel"/>
    <w:tmpl w:val="B67E8F5A"/>
    <w:lvl w:ilvl="0" w:tplc="D044551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B40AC"/>
    <w:multiLevelType w:val="hybridMultilevel"/>
    <w:tmpl w:val="B1940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00E1E"/>
    <w:multiLevelType w:val="hybridMultilevel"/>
    <w:tmpl w:val="B67E8F5A"/>
    <w:lvl w:ilvl="0" w:tplc="D044551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B2130"/>
    <w:multiLevelType w:val="hybridMultilevel"/>
    <w:tmpl w:val="EB1E77F0"/>
    <w:lvl w:ilvl="0" w:tplc="659A39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106410"/>
    <w:multiLevelType w:val="hybridMultilevel"/>
    <w:tmpl w:val="3CEE0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952BC1"/>
    <w:multiLevelType w:val="hybridMultilevel"/>
    <w:tmpl w:val="7D3A8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80139F"/>
    <w:multiLevelType w:val="hybridMultilevel"/>
    <w:tmpl w:val="DBD89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A8448A"/>
    <w:multiLevelType w:val="hybridMultilevel"/>
    <w:tmpl w:val="632AC71E"/>
    <w:lvl w:ilvl="0" w:tplc="6B7038D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4"/>
  </w:num>
  <w:num w:numId="7">
    <w:abstractNumId w:val="10"/>
  </w:num>
  <w:num w:numId="8">
    <w:abstractNumId w:val="11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83"/>
    <w:rsid w:val="00010A42"/>
    <w:rsid w:val="00026CDB"/>
    <w:rsid w:val="00033042"/>
    <w:rsid w:val="00037C21"/>
    <w:rsid w:val="00051423"/>
    <w:rsid w:val="00051F21"/>
    <w:rsid w:val="00053029"/>
    <w:rsid w:val="00055E9F"/>
    <w:rsid w:val="00061BC3"/>
    <w:rsid w:val="000635F5"/>
    <w:rsid w:val="0008449D"/>
    <w:rsid w:val="00085A93"/>
    <w:rsid w:val="00086AC9"/>
    <w:rsid w:val="00090F6E"/>
    <w:rsid w:val="00093A02"/>
    <w:rsid w:val="00093A6C"/>
    <w:rsid w:val="000A0E94"/>
    <w:rsid w:val="000A122A"/>
    <w:rsid w:val="000A46EC"/>
    <w:rsid w:val="000A5CE3"/>
    <w:rsid w:val="000B3035"/>
    <w:rsid w:val="000B5880"/>
    <w:rsid w:val="000C647E"/>
    <w:rsid w:val="000C6CA8"/>
    <w:rsid w:val="000D4173"/>
    <w:rsid w:val="000D70BF"/>
    <w:rsid w:val="000E2073"/>
    <w:rsid w:val="000F3813"/>
    <w:rsid w:val="000F38F9"/>
    <w:rsid w:val="000F6CE1"/>
    <w:rsid w:val="00101FE4"/>
    <w:rsid w:val="00102184"/>
    <w:rsid w:val="00115AFD"/>
    <w:rsid w:val="001220AE"/>
    <w:rsid w:val="00126611"/>
    <w:rsid w:val="00127A5D"/>
    <w:rsid w:val="00134467"/>
    <w:rsid w:val="00135EE6"/>
    <w:rsid w:val="001377D3"/>
    <w:rsid w:val="00141D30"/>
    <w:rsid w:val="00147238"/>
    <w:rsid w:val="0015157A"/>
    <w:rsid w:val="00152CA5"/>
    <w:rsid w:val="00156DA8"/>
    <w:rsid w:val="00174ABA"/>
    <w:rsid w:val="00175D69"/>
    <w:rsid w:val="001766D0"/>
    <w:rsid w:val="001768C1"/>
    <w:rsid w:val="001801F0"/>
    <w:rsid w:val="00180AC3"/>
    <w:rsid w:val="001826F1"/>
    <w:rsid w:val="00184E69"/>
    <w:rsid w:val="00190B26"/>
    <w:rsid w:val="00194A95"/>
    <w:rsid w:val="00197D7C"/>
    <w:rsid w:val="001A12FD"/>
    <w:rsid w:val="001A1E88"/>
    <w:rsid w:val="001B2E6C"/>
    <w:rsid w:val="001C35E8"/>
    <w:rsid w:val="001C462C"/>
    <w:rsid w:val="001C4F8B"/>
    <w:rsid w:val="001D01F0"/>
    <w:rsid w:val="001D1ADC"/>
    <w:rsid w:val="001D6B8E"/>
    <w:rsid w:val="001E0360"/>
    <w:rsid w:val="001E5D3D"/>
    <w:rsid w:val="001E6668"/>
    <w:rsid w:val="001E7363"/>
    <w:rsid w:val="001F489F"/>
    <w:rsid w:val="0020106F"/>
    <w:rsid w:val="00202061"/>
    <w:rsid w:val="00203933"/>
    <w:rsid w:val="00203CC6"/>
    <w:rsid w:val="00204263"/>
    <w:rsid w:val="002078CB"/>
    <w:rsid w:val="0021031C"/>
    <w:rsid w:val="00214B05"/>
    <w:rsid w:val="00221F98"/>
    <w:rsid w:val="00225414"/>
    <w:rsid w:val="0024534D"/>
    <w:rsid w:val="00247654"/>
    <w:rsid w:val="002509EE"/>
    <w:rsid w:val="00254DBF"/>
    <w:rsid w:val="00260E91"/>
    <w:rsid w:val="00262C59"/>
    <w:rsid w:val="00295535"/>
    <w:rsid w:val="002973FA"/>
    <w:rsid w:val="00297572"/>
    <w:rsid w:val="002A1B9F"/>
    <w:rsid w:val="002A2117"/>
    <w:rsid w:val="002C018D"/>
    <w:rsid w:val="002C2036"/>
    <w:rsid w:val="002C28AF"/>
    <w:rsid w:val="002C4ECB"/>
    <w:rsid w:val="002D6097"/>
    <w:rsid w:val="002E195E"/>
    <w:rsid w:val="002E4AE8"/>
    <w:rsid w:val="002E6972"/>
    <w:rsid w:val="002E7D91"/>
    <w:rsid w:val="002F1708"/>
    <w:rsid w:val="002F3587"/>
    <w:rsid w:val="002F5883"/>
    <w:rsid w:val="002F7466"/>
    <w:rsid w:val="00311830"/>
    <w:rsid w:val="0031184D"/>
    <w:rsid w:val="00311BAA"/>
    <w:rsid w:val="00312D02"/>
    <w:rsid w:val="003133EF"/>
    <w:rsid w:val="003149CE"/>
    <w:rsid w:val="0032319E"/>
    <w:rsid w:val="0032494E"/>
    <w:rsid w:val="00326ED9"/>
    <w:rsid w:val="003349CF"/>
    <w:rsid w:val="00337C6C"/>
    <w:rsid w:val="00341461"/>
    <w:rsid w:val="00342586"/>
    <w:rsid w:val="0034697B"/>
    <w:rsid w:val="00350DC0"/>
    <w:rsid w:val="003576C7"/>
    <w:rsid w:val="0036229F"/>
    <w:rsid w:val="00362B29"/>
    <w:rsid w:val="00367199"/>
    <w:rsid w:val="003714E9"/>
    <w:rsid w:val="003744A8"/>
    <w:rsid w:val="00383FDD"/>
    <w:rsid w:val="00385086"/>
    <w:rsid w:val="00390E4A"/>
    <w:rsid w:val="00393829"/>
    <w:rsid w:val="003958F2"/>
    <w:rsid w:val="00396BCA"/>
    <w:rsid w:val="003A04D0"/>
    <w:rsid w:val="003A1EC3"/>
    <w:rsid w:val="003B38BB"/>
    <w:rsid w:val="003B3C65"/>
    <w:rsid w:val="003B53EB"/>
    <w:rsid w:val="003C3D7B"/>
    <w:rsid w:val="003C4239"/>
    <w:rsid w:val="003C63C8"/>
    <w:rsid w:val="003D3435"/>
    <w:rsid w:val="003D57E2"/>
    <w:rsid w:val="003D7AE0"/>
    <w:rsid w:val="003F14C8"/>
    <w:rsid w:val="003F799B"/>
    <w:rsid w:val="00406401"/>
    <w:rsid w:val="00411437"/>
    <w:rsid w:val="00416E74"/>
    <w:rsid w:val="004200CE"/>
    <w:rsid w:val="00422398"/>
    <w:rsid w:val="00425F85"/>
    <w:rsid w:val="00430F9E"/>
    <w:rsid w:val="00432EAE"/>
    <w:rsid w:val="00434F5C"/>
    <w:rsid w:val="00435A56"/>
    <w:rsid w:val="00435EBF"/>
    <w:rsid w:val="004371B3"/>
    <w:rsid w:val="00443615"/>
    <w:rsid w:val="00443878"/>
    <w:rsid w:val="00447F95"/>
    <w:rsid w:val="00450078"/>
    <w:rsid w:val="0045097F"/>
    <w:rsid w:val="00471931"/>
    <w:rsid w:val="00473BA6"/>
    <w:rsid w:val="0047650E"/>
    <w:rsid w:val="00476E20"/>
    <w:rsid w:val="00480797"/>
    <w:rsid w:val="004838D4"/>
    <w:rsid w:val="0049441D"/>
    <w:rsid w:val="004959AC"/>
    <w:rsid w:val="004A2730"/>
    <w:rsid w:val="004A27C5"/>
    <w:rsid w:val="004A2F36"/>
    <w:rsid w:val="004B2CCB"/>
    <w:rsid w:val="004B7618"/>
    <w:rsid w:val="004D52F9"/>
    <w:rsid w:val="004D7982"/>
    <w:rsid w:val="004E06C9"/>
    <w:rsid w:val="004E165F"/>
    <w:rsid w:val="004E1868"/>
    <w:rsid w:val="004F17FF"/>
    <w:rsid w:val="004F3196"/>
    <w:rsid w:val="004F638B"/>
    <w:rsid w:val="00500E48"/>
    <w:rsid w:val="005061AE"/>
    <w:rsid w:val="0051300A"/>
    <w:rsid w:val="0051715C"/>
    <w:rsid w:val="00520E48"/>
    <w:rsid w:val="00521498"/>
    <w:rsid w:val="00522C1A"/>
    <w:rsid w:val="00526CE4"/>
    <w:rsid w:val="00537F5B"/>
    <w:rsid w:val="005418EC"/>
    <w:rsid w:val="0054224B"/>
    <w:rsid w:val="0054231C"/>
    <w:rsid w:val="0054781B"/>
    <w:rsid w:val="005515D7"/>
    <w:rsid w:val="00551D5D"/>
    <w:rsid w:val="00557477"/>
    <w:rsid w:val="00557FD4"/>
    <w:rsid w:val="00564623"/>
    <w:rsid w:val="005725C0"/>
    <w:rsid w:val="005744DC"/>
    <w:rsid w:val="00580E19"/>
    <w:rsid w:val="005958F4"/>
    <w:rsid w:val="00596047"/>
    <w:rsid w:val="00597D05"/>
    <w:rsid w:val="005A3738"/>
    <w:rsid w:val="005A6D14"/>
    <w:rsid w:val="005B5119"/>
    <w:rsid w:val="005C45E3"/>
    <w:rsid w:val="005C7609"/>
    <w:rsid w:val="005D0A96"/>
    <w:rsid w:val="005D2F72"/>
    <w:rsid w:val="005D4FCD"/>
    <w:rsid w:val="005E1CC4"/>
    <w:rsid w:val="005E5BD5"/>
    <w:rsid w:val="005F482A"/>
    <w:rsid w:val="005F4F3B"/>
    <w:rsid w:val="00600544"/>
    <w:rsid w:val="00604038"/>
    <w:rsid w:val="00605FEC"/>
    <w:rsid w:val="00613B32"/>
    <w:rsid w:val="006170C8"/>
    <w:rsid w:val="0062060B"/>
    <w:rsid w:val="0062316B"/>
    <w:rsid w:val="0062347E"/>
    <w:rsid w:val="00624962"/>
    <w:rsid w:val="00624A8D"/>
    <w:rsid w:val="00626F39"/>
    <w:rsid w:val="00630036"/>
    <w:rsid w:val="00632D54"/>
    <w:rsid w:val="00633F2F"/>
    <w:rsid w:val="006503E6"/>
    <w:rsid w:val="0066475E"/>
    <w:rsid w:val="006657C0"/>
    <w:rsid w:val="00667117"/>
    <w:rsid w:val="00676831"/>
    <w:rsid w:val="00683207"/>
    <w:rsid w:val="00690C71"/>
    <w:rsid w:val="00697388"/>
    <w:rsid w:val="006A03DF"/>
    <w:rsid w:val="006A39E6"/>
    <w:rsid w:val="006A46DF"/>
    <w:rsid w:val="006D2A1F"/>
    <w:rsid w:val="006D563C"/>
    <w:rsid w:val="006D69E4"/>
    <w:rsid w:val="006E025D"/>
    <w:rsid w:val="006E4F05"/>
    <w:rsid w:val="006F3D4C"/>
    <w:rsid w:val="006F512D"/>
    <w:rsid w:val="006F5FBA"/>
    <w:rsid w:val="007001F7"/>
    <w:rsid w:val="00700C6B"/>
    <w:rsid w:val="00705E77"/>
    <w:rsid w:val="00717580"/>
    <w:rsid w:val="00720457"/>
    <w:rsid w:val="00721AE7"/>
    <w:rsid w:val="0073311B"/>
    <w:rsid w:val="00740E01"/>
    <w:rsid w:val="007465A8"/>
    <w:rsid w:val="0075095D"/>
    <w:rsid w:val="007534B9"/>
    <w:rsid w:val="00755F69"/>
    <w:rsid w:val="00762D7D"/>
    <w:rsid w:val="007726C9"/>
    <w:rsid w:val="00785EDD"/>
    <w:rsid w:val="007876CB"/>
    <w:rsid w:val="007A15BD"/>
    <w:rsid w:val="007A4995"/>
    <w:rsid w:val="007A5E9C"/>
    <w:rsid w:val="007A7EBB"/>
    <w:rsid w:val="007B08FA"/>
    <w:rsid w:val="007B14F8"/>
    <w:rsid w:val="007B5595"/>
    <w:rsid w:val="007C3DF8"/>
    <w:rsid w:val="007D1A5E"/>
    <w:rsid w:val="007D7C22"/>
    <w:rsid w:val="007E0757"/>
    <w:rsid w:val="007E14B2"/>
    <w:rsid w:val="007E28EB"/>
    <w:rsid w:val="007F0AA9"/>
    <w:rsid w:val="0080471C"/>
    <w:rsid w:val="008053E2"/>
    <w:rsid w:val="00812A72"/>
    <w:rsid w:val="00812CEA"/>
    <w:rsid w:val="00815B2E"/>
    <w:rsid w:val="00823EB8"/>
    <w:rsid w:val="00830C96"/>
    <w:rsid w:val="008335F9"/>
    <w:rsid w:val="00833C07"/>
    <w:rsid w:val="00834CFF"/>
    <w:rsid w:val="008358C9"/>
    <w:rsid w:val="0083729E"/>
    <w:rsid w:val="008421C8"/>
    <w:rsid w:val="0085274A"/>
    <w:rsid w:val="00863155"/>
    <w:rsid w:val="00871467"/>
    <w:rsid w:val="008802B4"/>
    <w:rsid w:val="00887A24"/>
    <w:rsid w:val="00890776"/>
    <w:rsid w:val="008A1C74"/>
    <w:rsid w:val="008B6E97"/>
    <w:rsid w:val="008D01F9"/>
    <w:rsid w:val="008D264D"/>
    <w:rsid w:val="008D2C0A"/>
    <w:rsid w:val="008D6137"/>
    <w:rsid w:val="008D77DE"/>
    <w:rsid w:val="008E4B07"/>
    <w:rsid w:val="008E7D3C"/>
    <w:rsid w:val="008F3CC6"/>
    <w:rsid w:val="008F62E3"/>
    <w:rsid w:val="0090374F"/>
    <w:rsid w:val="009126DF"/>
    <w:rsid w:val="009167CB"/>
    <w:rsid w:val="009269B3"/>
    <w:rsid w:val="009301BF"/>
    <w:rsid w:val="009323E5"/>
    <w:rsid w:val="009365DE"/>
    <w:rsid w:val="00937F04"/>
    <w:rsid w:val="00943DC1"/>
    <w:rsid w:val="00944418"/>
    <w:rsid w:val="00951C0C"/>
    <w:rsid w:val="009535F8"/>
    <w:rsid w:val="00960AB2"/>
    <w:rsid w:val="00961420"/>
    <w:rsid w:val="00961D10"/>
    <w:rsid w:val="0096370D"/>
    <w:rsid w:val="00964146"/>
    <w:rsid w:val="00970EA9"/>
    <w:rsid w:val="009731DA"/>
    <w:rsid w:val="00973F8C"/>
    <w:rsid w:val="00975A1D"/>
    <w:rsid w:val="00976E0E"/>
    <w:rsid w:val="00980930"/>
    <w:rsid w:val="00983EC1"/>
    <w:rsid w:val="009949ED"/>
    <w:rsid w:val="009A0DBD"/>
    <w:rsid w:val="009A2198"/>
    <w:rsid w:val="009A3888"/>
    <w:rsid w:val="009A7262"/>
    <w:rsid w:val="009B2127"/>
    <w:rsid w:val="009B3EB0"/>
    <w:rsid w:val="009B4666"/>
    <w:rsid w:val="009C0ED2"/>
    <w:rsid w:val="009C40DE"/>
    <w:rsid w:val="009C4AA2"/>
    <w:rsid w:val="009C4DAB"/>
    <w:rsid w:val="009C7AE0"/>
    <w:rsid w:val="009D6EAF"/>
    <w:rsid w:val="009E5CA9"/>
    <w:rsid w:val="009F094A"/>
    <w:rsid w:val="009F217E"/>
    <w:rsid w:val="009F5924"/>
    <w:rsid w:val="009F5A66"/>
    <w:rsid w:val="009F7301"/>
    <w:rsid w:val="00A02811"/>
    <w:rsid w:val="00A0345E"/>
    <w:rsid w:val="00A051DC"/>
    <w:rsid w:val="00A06FED"/>
    <w:rsid w:val="00A20FE6"/>
    <w:rsid w:val="00A21B1A"/>
    <w:rsid w:val="00A22495"/>
    <w:rsid w:val="00A25CAB"/>
    <w:rsid w:val="00A26720"/>
    <w:rsid w:val="00A31B45"/>
    <w:rsid w:val="00A52DCC"/>
    <w:rsid w:val="00A54E38"/>
    <w:rsid w:val="00A61476"/>
    <w:rsid w:val="00A61F28"/>
    <w:rsid w:val="00A63179"/>
    <w:rsid w:val="00A64C6D"/>
    <w:rsid w:val="00A65395"/>
    <w:rsid w:val="00A66F4C"/>
    <w:rsid w:val="00A7265E"/>
    <w:rsid w:val="00A72B4C"/>
    <w:rsid w:val="00A72EFD"/>
    <w:rsid w:val="00A74074"/>
    <w:rsid w:val="00A75258"/>
    <w:rsid w:val="00A76069"/>
    <w:rsid w:val="00A8064B"/>
    <w:rsid w:val="00A84E5A"/>
    <w:rsid w:val="00A9313E"/>
    <w:rsid w:val="00AA261B"/>
    <w:rsid w:val="00AA40AB"/>
    <w:rsid w:val="00AA4ABE"/>
    <w:rsid w:val="00AB15C0"/>
    <w:rsid w:val="00AB651A"/>
    <w:rsid w:val="00AC6910"/>
    <w:rsid w:val="00AC7083"/>
    <w:rsid w:val="00AD4558"/>
    <w:rsid w:val="00AE1E84"/>
    <w:rsid w:val="00AE606F"/>
    <w:rsid w:val="00AF0B90"/>
    <w:rsid w:val="00AF2CE3"/>
    <w:rsid w:val="00B07943"/>
    <w:rsid w:val="00B1236B"/>
    <w:rsid w:val="00B12630"/>
    <w:rsid w:val="00B15FB6"/>
    <w:rsid w:val="00B21AA1"/>
    <w:rsid w:val="00B220E9"/>
    <w:rsid w:val="00B30C34"/>
    <w:rsid w:val="00B325F9"/>
    <w:rsid w:val="00B40FDA"/>
    <w:rsid w:val="00B4318D"/>
    <w:rsid w:val="00B4366F"/>
    <w:rsid w:val="00B47C17"/>
    <w:rsid w:val="00B502B2"/>
    <w:rsid w:val="00B54926"/>
    <w:rsid w:val="00B55290"/>
    <w:rsid w:val="00B62DDA"/>
    <w:rsid w:val="00B64909"/>
    <w:rsid w:val="00B67D58"/>
    <w:rsid w:val="00B67DE2"/>
    <w:rsid w:val="00B67E96"/>
    <w:rsid w:val="00B80E6D"/>
    <w:rsid w:val="00B84DF0"/>
    <w:rsid w:val="00B858A9"/>
    <w:rsid w:val="00B8658A"/>
    <w:rsid w:val="00B86EF5"/>
    <w:rsid w:val="00B87ADD"/>
    <w:rsid w:val="00B977DC"/>
    <w:rsid w:val="00BB01CA"/>
    <w:rsid w:val="00BB37D8"/>
    <w:rsid w:val="00BB3EBF"/>
    <w:rsid w:val="00BB5C77"/>
    <w:rsid w:val="00BB6D37"/>
    <w:rsid w:val="00BC08FF"/>
    <w:rsid w:val="00BC407A"/>
    <w:rsid w:val="00BC45F0"/>
    <w:rsid w:val="00BE147E"/>
    <w:rsid w:val="00BE78DC"/>
    <w:rsid w:val="00BF0C9C"/>
    <w:rsid w:val="00BF2593"/>
    <w:rsid w:val="00BF332E"/>
    <w:rsid w:val="00BF4C5F"/>
    <w:rsid w:val="00C03217"/>
    <w:rsid w:val="00C106CC"/>
    <w:rsid w:val="00C1507F"/>
    <w:rsid w:val="00C15C8B"/>
    <w:rsid w:val="00C15DEF"/>
    <w:rsid w:val="00C21F34"/>
    <w:rsid w:val="00C27AED"/>
    <w:rsid w:val="00C30DA0"/>
    <w:rsid w:val="00C345B7"/>
    <w:rsid w:val="00C4061E"/>
    <w:rsid w:val="00C51193"/>
    <w:rsid w:val="00C5625B"/>
    <w:rsid w:val="00C71350"/>
    <w:rsid w:val="00C80B08"/>
    <w:rsid w:val="00C84C5F"/>
    <w:rsid w:val="00C879F8"/>
    <w:rsid w:val="00C97542"/>
    <w:rsid w:val="00CA3B3C"/>
    <w:rsid w:val="00CA64DA"/>
    <w:rsid w:val="00CB0AE3"/>
    <w:rsid w:val="00CB3749"/>
    <w:rsid w:val="00CC33F5"/>
    <w:rsid w:val="00CC3402"/>
    <w:rsid w:val="00CC3896"/>
    <w:rsid w:val="00CC3E7D"/>
    <w:rsid w:val="00CD781B"/>
    <w:rsid w:val="00CE5124"/>
    <w:rsid w:val="00CE55FA"/>
    <w:rsid w:val="00CF0032"/>
    <w:rsid w:val="00CF0B17"/>
    <w:rsid w:val="00CF136F"/>
    <w:rsid w:val="00D06763"/>
    <w:rsid w:val="00D1584F"/>
    <w:rsid w:val="00D16970"/>
    <w:rsid w:val="00D173B8"/>
    <w:rsid w:val="00D212A5"/>
    <w:rsid w:val="00D26CC4"/>
    <w:rsid w:val="00D26F14"/>
    <w:rsid w:val="00D27CE7"/>
    <w:rsid w:val="00D31AEA"/>
    <w:rsid w:val="00D32B28"/>
    <w:rsid w:val="00D338CB"/>
    <w:rsid w:val="00D401B3"/>
    <w:rsid w:val="00D42527"/>
    <w:rsid w:val="00D47B4A"/>
    <w:rsid w:val="00D556EF"/>
    <w:rsid w:val="00D6320F"/>
    <w:rsid w:val="00D65DA1"/>
    <w:rsid w:val="00D740BB"/>
    <w:rsid w:val="00D90AD7"/>
    <w:rsid w:val="00D971E8"/>
    <w:rsid w:val="00DA13BF"/>
    <w:rsid w:val="00DB553B"/>
    <w:rsid w:val="00DB5AA8"/>
    <w:rsid w:val="00DD013A"/>
    <w:rsid w:val="00DD695D"/>
    <w:rsid w:val="00DE3A1E"/>
    <w:rsid w:val="00DF236C"/>
    <w:rsid w:val="00DF45B9"/>
    <w:rsid w:val="00E04DA3"/>
    <w:rsid w:val="00E05999"/>
    <w:rsid w:val="00E06C5E"/>
    <w:rsid w:val="00E11F07"/>
    <w:rsid w:val="00E12C22"/>
    <w:rsid w:val="00E1523D"/>
    <w:rsid w:val="00E1684D"/>
    <w:rsid w:val="00E17A43"/>
    <w:rsid w:val="00E201B7"/>
    <w:rsid w:val="00E22341"/>
    <w:rsid w:val="00E30795"/>
    <w:rsid w:val="00E3126E"/>
    <w:rsid w:val="00E33E98"/>
    <w:rsid w:val="00E37929"/>
    <w:rsid w:val="00E37A77"/>
    <w:rsid w:val="00E40E5E"/>
    <w:rsid w:val="00E43C49"/>
    <w:rsid w:val="00E5354F"/>
    <w:rsid w:val="00E5540E"/>
    <w:rsid w:val="00E556F5"/>
    <w:rsid w:val="00E60D74"/>
    <w:rsid w:val="00E6147F"/>
    <w:rsid w:val="00E633F4"/>
    <w:rsid w:val="00E6670D"/>
    <w:rsid w:val="00E67481"/>
    <w:rsid w:val="00E71F4C"/>
    <w:rsid w:val="00E732DF"/>
    <w:rsid w:val="00E74444"/>
    <w:rsid w:val="00E80B38"/>
    <w:rsid w:val="00E8423B"/>
    <w:rsid w:val="00E84DDA"/>
    <w:rsid w:val="00E9611E"/>
    <w:rsid w:val="00EA77E4"/>
    <w:rsid w:val="00EB02BB"/>
    <w:rsid w:val="00EB38F2"/>
    <w:rsid w:val="00EC0FF1"/>
    <w:rsid w:val="00EC1A6B"/>
    <w:rsid w:val="00EC2877"/>
    <w:rsid w:val="00EC757F"/>
    <w:rsid w:val="00EC7CB8"/>
    <w:rsid w:val="00ED2439"/>
    <w:rsid w:val="00ED2A37"/>
    <w:rsid w:val="00ED3919"/>
    <w:rsid w:val="00EE631C"/>
    <w:rsid w:val="00EE7BA2"/>
    <w:rsid w:val="00EF5924"/>
    <w:rsid w:val="00EF5AA1"/>
    <w:rsid w:val="00F018AE"/>
    <w:rsid w:val="00F030DB"/>
    <w:rsid w:val="00F1005E"/>
    <w:rsid w:val="00F20919"/>
    <w:rsid w:val="00F24447"/>
    <w:rsid w:val="00F26C35"/>
    <w:rsid w:val="00F27D06"/>
    <w:rsid w:val="00F318C7"/>
    <w:rsid w:val="00F31C60"/>
    <w:rsid w:val="00F34458"/>
    <w:rsid w:val="00F51920"/>
    <w:rsid w:val="00F53D16"/>
    <w:rsid w:val="00F63300"/>
    <w:rsid w:val="00F63467"/>
    <w:rsid w:val="00F67B1E"/>
    <w:rsid w:val="00F67FB6"/>
    <w:rsid w:val="00F707F8"/>
    <w:rsid w:val="00F7576F"/>
    <w:rsid w:val="00F87B12"/>
    <w:rsid w:val="00F919FD"/>
    <w:rsid w:val="00F9387B"/>
    <w:rsid w:val="00FA7B82"/>
    <w:rsid w:val="00FC024C"/>
    <w:rsid w:val="00FC2607"/>
    <w:rsid w:val="00FC3EEA"/>
    <w:rsid w:val="00FD163A"/>
    <w:rsid w:val="00FD2C82"/>
    <w:rsid w:val="00FD3A4D"/>
    <w:rsid w:val="00FE40F6"/>
    <w:rsid w:val="00FE7D5F"/>
    <w:rsid w:val="00FE7DCA"/>
    <w:rsid w:val="00FF1ACA"/>
    <w:rsid w:val="00FF3A71"/>
    <w:rsid w:val="00FF49AA"/>
    <w:rsid w:val="00FF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9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0A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6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2E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2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2E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7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708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1708"/>
    <w:rPr>
      <w:vertAlign w:val="superscript"/>
    </w:rPr>
  </w:style>
  <w:style w:type="paragraph" w:customStyle="1" w:styleId="Akapitzlist1">
    <w:name w:val="Akapit z listą1"/>
    <w:basedOn w:val="Normalny"/>
    <w:rsid w:val="003B3C65"/>
    <w:pPr>
      <w:suppressAutoHyphens/>
      <w:ind w:left="720"/>
    </w:pPr>
    <w:rPr>
      <w:lang w:eastAsia="ar-SA"/>
    </w:rPr>
  </w:style>
  <w:style w:type="paragraph" w:customStyle="1" w:styleId="Akapitzlist3">
    <w:name w:val="Akapit z listą3"/>
    <w:basedOn w:val="Normalny"/>
    <w:rsid w:val="00480797"/>
    <w:pPr>
      <w:suppressAutoHyphens/>
      <w:ind w:left="720"/>
    </w:pPr>
    <w:rPr>
      <w:lang w:eastAsia="ar-SA"/>
    </w:rPr>
  </w:style>
  <w:style w:type="paragraph" w:customStyle="1" w:styleId="Akapitzlist4">
    <w:name w:val="Akapit z listą4"/>
    <w:basedOn w:val="Normalny"/>
    <w:rsid w:val="009B4666"/>
    <w:pPr>
      <w:suppressAutoHyphens/>
      <w:ind w:left="720"/>
    </w:pPr>
    <w:rPr>
      <w:lang w:eastAsia="ar-SA"/>
    </w:rPr>
  </w:style>
  <w:style w:type="paragraph" w:styleId="Poprawka">
    <w:name w:val="Revision"/>
    <w:hidden/>
    <w:uiPriority w:val="99"/>
    <w:semiHidden/>
    <w:rsid w:val="00E11F07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49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0A9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F62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62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62E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62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62E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17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1708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1708"/>
    <w:rPr>
      <w:vertAlign w:val="superscript"/>
    </w:rPr>
  </w:style>
  <w:style w:type="paragraph" w:customStyle="1" w:styleId="Akapitzlist1">
    <w:name w:val="Akapit z listą1"/>
    <w:basedOn w:val="Normalny"/>
    <w:rsid w:val="003B3C65"/>
    <w:pPr>
      <w:suppressAutoHyphens/>
      <w:ind w:left="720"/>
    </w:pPr>
    <w:rPr>
      <w:lang w:eastAsia="ar-SA"/>
    </w:rPr>
  </w:style>
  <w:style w:type="paragraph" w:customStyle="1" w:styleId="Akapitzlist3">
    <w:name w:val="Akapit z listą3"/>
    <w:basedOn w:val="Normalny"/>
    <w:rsid w:val="00480797"/>
    <w:pPr>
      <w:suppressAutoHyphens/>
      <w:ind w:left="720"/>
    </w:pPr>
    <w:rPr>
      <w:lang w:eastAsia="ar-SA"/>
    </w:rPr>
  </w:style>
  <w:style w:type="paragraph" w:customStyle="1" w:styleId="Akapitzlist4">
    <w:name w:val="Akapit z listą4"/>
    <w:basedOn w:val="Normalny"/>
    <w:rsid w:val="009B4666"/>
    <w:pPr>
      <w:suppressAutoHyphens/>
      <w:ind w:left="720"/>
    </w:pPr>
    <w:rPr>
      <w:lang w:eastAsia="ar-SA"/>
    </w:rPr>
  </w:style>
  <w:style w:type="paragraph" w:styleId="Poprawka">
    <w:name w:val="Revision"/>
    <w:hidden/>
    <w:uiPriority w:val="99"/>
    <w:semiHidden/>
    <w:rsid w:val="00E11F0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Anna%20Szefler\6323-nadz&#243;r%20nad%20Natur&#261;%202000\2017\6323.19.2017_wycinka_do&#322;&#380;ycki\RDOS_Gda&#324;sk_WOCh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624F6-5C07-4D0C-8F90-3C728505D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RDOS_Gdańsk_WOCh</Template>
  <TotalTime>0</TotalTime>
  <Pages>6</Pages>
  <Words>3266</Words>
  <Characters>19602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a.szefler</dc:creator>
  <cp:lastModifiedBy>Izabela Wawrzyniak-Karłowska</cp:lastModifiedBy>
  <cp:revision>2</cp:revision>
  <cp:lastPrinted>2017-12-12T09:39:00Z</cp:lastPrinted>
  <dcterms:created xsi:type="dcterms:W3CDTF">2017-12-18T11:14:00Z</dcterms:created>
  <dcterms:modified xsi:type="dcterms:W3CDTF">2017-12-18T11:14:00Z</dcterms:modified>
</cp:coreProperties>
</file>