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74" w:rsidRPr="004D5097" w:rsidRDefault="008A1C74" w:rsidP="004D5097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  <w:r w:rsidRPr="004D5097">
        <w:rPr>
          <w:rFonts w:ascii="Arial" w:hAnsi="Arial" w:cs="Arial"/>
        </w:rPr>
        <w:t>Gdańsk, dnia</w:t>
      </w:r>
      <w:r w:rsidR="00627068">
        <w:rPr>
          <w:rFonts w:ascii="Arial" w:hAnsi="Arial" w:cs="Arial"/>
        </w:rPr>
        <w:t>, 5.12</w:t>
      </w:r>
      <w:r w:rsidRPr="004D5097">
        <w:rPr>
          <w:rFonts w:ascii="Arial" w:hAnsi="Arial" w:cs="Arial"/>
        </w:rPr>
        <w:t xml:space="preserve">.2017 </w:t>
      </w:r>
      <w:proofErr w:type="gramStart"/>
      <w:r w:rsidRPr="004D5097">
        <w:rPr>
          <w:rFonts w:ascii="Arial" w:hAnsi="Arial" w:cs="Arial"/>
        </w:rPr>
        <w:t>r</w:t>
      </w:r>
      <w:proofErr w:type="gramEnd"/>
      <w:r w:rsidRPr="004D5097">
        <w:rPr>
          <w:rFonts w:ascii="Arial" w:hAnsi="Arial" w:cs="Arial"/>
        </w:rPr>
        <w:t>.</w:t>
      </w:r>
    </w:p>
    <w:p w:rsidR="008A1C74" w:rsidRPr="004D5097" w:rsidRDefault="008E5D00" w:rsidP="004D5097">
      <w:pPr>
        <w:spacing w:after="0" w:line="240" w:lineRule="auto"/>
        <w:rPr>
          <w:rFonts w:ascii="Arial" w:hAnsi="Arial" w:cs="Arial"/>
        </w:rPr>
      </w:pPr>
      <w:r w:rsidRPr="004D5097">
        <w:rPr>
          <w:rFonts w:ascii="Arial" w:hAnsi="Arial" w:cs="Arial"/>
        </w:rPr>
        <w:t>RDOŚ.Gd-WOC.6202.15.2017</w:t>
      </w:r>
      <w:r w:rsidR="008A1C74" w:rsidRPr="004D5097">
        <w:rPr>
          <w:rFonts w:ascii="Arial" w:hAnsi="Arial" w:cs="Arial"/>
        </w:rPr>
        <w:t>.</w:t>
      </w:r>
      <w:proofErr w:type="gramStart"/>
      <w:r w:rsidR="008A1C74" w:rsidRPr="004D5097">
        <w:rPr>
          <w:rFonts w:ascii="Arial" w:hAnsi="Arial" w:cs="Arial"/>
        </w:rPr>
        <w:t>asz</w:t>
      </w:r>
      <w:proofErr w:type="gramEnd"/>
    </w:p>
    <w:p w:rsidR="008A1C74" w:rsidRPr="004D5097" w:rsidRDefault="008A1C74" w:rsidP="004D5097">
      <w:pPr>
        <w:spacing w:after="0" w:line="240" w:lineRule="auto"/>
        <w:rPr>
          <w:rFonts w:ascii="Arial" w:hAnsi="Arial" w:cs="Arial"/>
        </w:rPr>
      </w:pPr>
    </w:p>
    <w:p w:rsidR="008A1C74" w:rsidRPr="004D5097" w:rsidRDefault="008A1C74" w:rsidP="004D5097">
      <w:pPr>
        <w:spacing w:after="0" w:line="240" w:lineRule="auto"/>
        <w:rPr>
          <w:rFonts w:ascii="Arial" w:hAnsi="Arial" w:cs="Arial"/>
        </w:rPr>
      </w:pPr>
    </w:p>
    <w:p w:rsidR="008A1C74" w:rsidRPr="004D5097" w:rsidRDefault="008A1C74" w:rsidP="004D5097">
      <w:pPr>
        <w:spacing w:after="0" w:line="240" w:lineRule="auto"/>
        <w:jc w:val="center"/>
        <w:rPr>
          <w:rFonts w:ascii="Arial" w:hAnsi="Arial" w:cs="Arial"/>
          <w:b/>
        </w:rPr>
      </w:pPr>
      <w:r w:rsidRPr="004D5097">
        <w:rPr>
          <w:rFonts w:ascii="Arial" w:hAnsi="Arial" w:cs="Arial"/>
          <w:b/>
        </w:rPr>
        <w:t>OBWIESZCZENIE</w:t>
      </w:r>
    </w:p>
    <w:p w:rsidR="008A1C74" w:rsidRPr="004D5097" w:rsidRDefault="008A1C74" w:rsidP="004D5097">
      <w:pPr>
        <w:spacing w:after="0" w:line="240" w:lineRule="auto"/>
        <w:jc w:val="center"/>
        <w:rPr>
          <w:rFonts w:ascii="Arial" w:hAnsi="Arial" w:cs="Arial"/>
        </w:rPr>
      </w:pPr>
    </w:p>
    <w:p w:rsidR="008A1C74" w:rsidRPr="004D5097" w:rsidRDefault="008A1C74" w:rsidP="004D5097">
      <w:pPr>
        <w:spacing w:after="0" w:line="240" w:lineRule="auto"/>
        <w:ind w:firstLine="851"/>
        <w:jc w:val="both"/>
        <w:rPr>
          <w:rFonts w:ascii="Arial" w:hAnsi="Arial" w:cs="Arial"/>
        </w:rPr>
      </w:pPr>
      <w:r w:rsidRPr="004D5097">
        <w:rPr>
          <w:rFonts w:ascii="Arial" w:hAnsi="Arial" w:cs="Arial"/>
        </w:rPr>
        <w:t xml:space="preserve">Na podstawie art. </w:t>
      </w:r>
      <w:r w:rsidR="00F048B2" w:rsidRPr="004D5097">
        <w:rPr>
          <w:rFonts w:ascii="Arial" w:hAnsi="Arial" w:cs="Arial"/>
        </w:rPr>
        <w:t>19 ust. 1a</w:t>
      </w:r>
      <w:r w:rsidR="006D69E4" w:rsidRPr="004D5097">
        <w:rPr>
          <w:rFonts w:ascii="Arial" w:hAnsi="Arial" w:cs="Arial"/>
        </w:rPr>
        <w:t xml:space="preserve"> ustawy z dnia 16 kwietnia 2004 r. o ochronie przyrody (</w:t>
      </w:r>
      <w:proofErr w:type="spellStart"/>
      <w:r w:rsidR="006D69E4" w:rsidRPr="004D5097">
        <w:rPr>
          <w:rFonts w:ascii="Arial" w:hAnsi="Arial" w:cs="Arial"/>
        </w:rPr>
        <w:t>t.j</w:t>
      </w:r>
      <w:proofErr w:type="spellEnd"/>
      <w:r w:rsidR="006D69E4" w:rsidRPr="004D5097">
        <w:rPr>
          <w:rFonts w:ascii="Arial" w:hAnsi="Arial" w:cs="Arial"/>
        </w:rPr>
        <w:t xml:space="preserve">. Dz. U. </w:t>
      </w:r>
      <w:proofErr w:type="gramStart"/>
      <w:r w:rsidR="006D69E4" w:rsidRPr="004D5097">
        <w:rPr>
          <w:rFonts w:ascii="Arial" w:hAnsi="Arial" w:cs="Arial"/>
        </w:rPr>
        <w:t>z</w:t>
      </w:r>
      <w:proofErr w:type="gramEnd"/>
      <w:r w:rsidR="006D69E4" w:rsidRPr="004D5097">
        <w:rPr>
          <w:rFonts w:ascii="Arial" w:hAnsi="Arial" w:cs="Arial"/>
        </w:rPr>
        <w:t xml:space="preserve"> 2016 r. poz. 2134 z </w:t>
      </w:r>
      <w:proofErr w:type="spellStart"/>
      <w:r w:rsidR="006D69E4" w:rsidRPr="004D5097">
        <w:rPr>
          <w:rFonts w:ascii="Arial" w:hAnsi="Arial" w:cs="Arial"/>
        </w:rPr>
        <w:t>późn</w:t>
      </w:r>
      <w:proofErr w:type="spellEnd"/>
      <w:r w:rsidR="006D69E4" w:rsidRPr="004D5097">
        <w:rPr>
          <w:rFonts w:ascii="Arial" w:hAnsi="Arial" w:cs="Arial"/>
        </w:rPr>
        <w:t xml:space="preserve">. </w:t>
      </w:r>
      <w:proofErr w:type="gramStart"/>
      <w:r w:rsidR="006D69E4" w:rsidRPr="004D5097">
        <w:rPr>
          <w:rFonts w:ascii="Arial" w:hAnsi="Arial" w:cs="Arial"/>
        </w:rPr>
        <w:t>zm</w:t>
      </w:r>
      <w:proofErr w:type="gramEnd"/>
      <w:r w:rsidR="006D69E4" w:rsidRPr="004D5097">
        <w:rPr>
          <w:rFonts w:ascii="Arial" w:hAnsi="Arial" w:cs="Arial"/>
        </w:rPr>
        <w:t>.), w związku z art.</w:t>
      </w:r>
      <w:r w:rsidR="00367199" w:rsidRPr="004D5097">
        <w:rPr>
          <w:rFonts w:ascii="Arial" w:hAnsi="Arial" w:cs="Arial"/>
        </w:rPr>
        <w:t>43</w:t>
      </w:r>
      <w:r w:rsidR="005515D7" w:rsidRPr="004D5097">
        <w:rPr>
          <w:rFonts w:ascii="Arial" w:hAnsi="Arial" w:cs="Arial"/>
        </w:rPr>
        <w:t xml:space="preserve"> </w:t>
      </w:r>
      <w:r w:rsidRPr="004D5097">
        <w:rPr>
          <w:rFonts w:ascii="Arial" w:hAnsi="Arial" w:cs="Arial"/>
        </w:rPr>
        <w:t xml:space="preserve">ustawy </w:t>
      </w:r>
      <w:r w:rsidR="003A04D0" w:rsidRPr="004D5097">
        <w:rPr>
          <w:rFonts w:ascii="Arial" w:hAnsi="Arial" w:cs="Arial"/>
        </w:rPr>
        <w:t xml:space="preserve">z dnia 3 października 2008 r. o </w:t>
      </w:r>
      <w:r w:rsidRPr="004D5097">
        <w:rPr>
          <w:rFonts w:ascii="Arial" w:hAnsi="Arial" w:cs="Arial"/>
        </w:rPr>
        <w:t>udostępnianiu informacji o środowisku i jego ochronie, udziale społeczeństwa w ochronie środowiska oraz o ocenach oddziaływania na środowisko (</w:t>
      </w:r>
      <w:proofErr w:type="spellStart"/>
      <w:r w:rsidR="00A74074" w:rsidRPr="004D5097">
        <w:rPr>
          <w:rFonts w:ascii="Arial" w:hAnsi="Arial" w:cs="Arial"/>
        </w:rPr>
        <w:t>t.j</w:t>
      </w:r>
      <w:proofErr w:type="spellEnd"/>
      <w:r w:rsidR="00A74074" w:rsidRPr="004D5097">
        <w:rPr>
          <w:rFonts w:ascii="Arial" w:hAnsi="Arial" w:cs="Arial"/>
        </w:rPr>
        <w:t>. Dz.</w:t>
      </w:r>
      <w:r w:rsidR="00E22341" w:rsidRPr="004D5097">
        <w:rPr>
          <w:rFonts w:ascii="Arial" w:hAnsi="Arial" w:cs="Arial"/>
        </w:rPr>
        <w:t xml:space="preserve"> </w:t>
      </w:r>
      <w:r w:rsidR="00422398" w:rsidRPr="004D5097">
        <w:rPr>
          <w:rFonts w:ascii="Arial" w:hAnsi="Arial" w:cs="Arial"/>
        </w:rPr>
        <w:t xml:space="preserve">U. </w:t>
      </w:r>
      <w:proofErr w:type="gramStart"/>
      <w:r w:rsidR="00422398" w:rsidRPr="004D5097">
        <w:rPr>
          <w:rFonts w:ascii="Arial" w:hAnsi="Arial" w:cs="Arial"/>
        </w:rPr>
        <w:t>z</w:t>
      </w:r>
      <w:proofErr w:type="gramEnd"/>
      <w:r w:rsidR="00422398" w:rsidRPr="004D5097">
        <w:rPr>
          <w:rFonts w:ascii="Arial" w:hAnsi="Arial" w:cs="Arial"/>
        </w:rPr>
        <w:t xml:space="preserve"> 2017 r. poz. 1405</w:t>
      </w:r>
      <w:r w:rsidR="00E22341" w:rsidRPr="004D5097">
        <w:rPr>
          <w:rFonts w:ascii="Arial" w:hAnsi="Arial" w:cs="Arial"/>
        </w:rPr>
        <w:t xml:space="preserve"> z </w:t>
      </w:r>
      <w:proofErr w:type="spellStart"/>
      <w:r w:rsidR="00E22341" w:rsidRPr="004D5097">
        <w:rPr>
          <w:rFonts w:ascii="Arial" w:hAnsi="Arial" w:cs="Arial"/>
        </w:rPr>
        <w:t>późn</w:t>
      </w:r>
      <w:proofErr w:type="spellEnd"/>
      <w:r w:rsidR="00E22341" w:rsidRPr="004D5097">
        <w:rPr>
          <w:rFonts w:ascii="Arial" w:hAnsi="Arial" w:cs="Arial"/>
        </w:rPr>
        <w:t xml:space="preserve">. </w:t>
      </w:r>
      <w:proofErr w:type="gramStart"/>
      <w:r w:rsidR="00E22341" w:rsidRPr="004D5097">
        <w:rPr>
          <w:rFonts w:ascii="Arial" w:hAnsi="Arial" w:cs="Arial"/>
        </w:rPr>
        <w:t>zm</w:t>
      </w:r>
      <w:proofErr w:type="gramEnd"/>
      <w:r w:rsidR="00E22341" w:rsidRPr="004D5097">
        <w:rPr>
          <w:rFonts w:ascii="Arial" w:hAnsi="Arial" w:cs="Arial"/>
        </w:rPr>
        <w:t>.</w:t>
      </w:r>
      <w:r w:rsidRPr="004D5097">
        <w:rPr>
          <w:rFonts w:ascii="Arial" w:hAnsi="Arial" w:cs="Arial"/>
        </w:rPr>
        <w:t>),</w:t>
      </w:r>
    </w:p>
    <w:p w:rsidR="002471D8" w:rsidRPr="004D5097" w:rsidRDefault="008A1C74" w:rsidP="004D5097">
      <w:pPr>
        <w:spacing w:after="0" w:line="240" w:lineRule="auto"/>
        <w:jc w:val="both"/>
        <w:rPr>
          <w:rFonts w:ascii="Arial" w:hAnsi="Arial" w:cs="Arial"/>
        </w:rPr>
      </w:pPr>
      <w:r w:rsidRPr="004D5097">
        <w:rPr>
          <w:rFonts w:ascii="Arial" w:hAnsi="Arial" w:cs="Arial"/>
          <w:b/>
        </w:rPr>
        <w:t>Regionalny Dyrektor Ochrony Środowiska w Gdańsku podaje do publicznej wiadomości informację o</w:t>
      </w:r>
      <w:r w:rsidR="00613B32" w:rsidRPr="004D5097">
        <w:rPr>
          <w:rFonts w:ascii="Arial" w:hAnsi="Arial" w:cs="Arial"/>
          <w:b/>
        </w:rPr>
        <w:t xml:space="preserve"> przyjęciu </w:t>
      </w:r>
      <w:r w:rsidR="006D69E4" w:rsidRPr="004D5097">
        <w:rPr>
          <w:rFonts w:ascii="Arial" w:hAnsi="Arial" w:cs="Arial"/>
          <w:b/>
        </w:rPr>
        <w:t xml:space="preserve">niżej </w:t>
      </w:r>
      <w:r w:rsidR="00613B32" w:rsidRPr="004D5097">
        <w:rPr>
          <w:rFonts w:ascii="Arial" w:hAnsi="Arial" w:cs="Arial"/>
          <w:b/>
        </w:rPr>
        <w:t xml:space="preserve">wymienionych </w:t>
      </w:r>
      <w:r w:rsidR="006E3A3D" w:rsidRPr="004D5097">
        <w:rPr>
          <w:rFonts w:ascii="Arial" w:hAnsi="Arial" w:cs="Arial"/>
          <w:b/>
        </w:rPr>
        <w:t>zarządzeń dotyczących planów ochrony dla rezerwatów przyrody</w:t>
      </w:r>
      <w:r w:rsidR="002471D8" w:rsidRPr="004D5097">
        <w:rPr>
          <w:rFonts w:ascii="Arial" w:hAnsi="Arial" w:cs="Arial"/>
          <w:b/>
        </w:rPr>
        <w:t xml:space="preserve"> </w:t>
      </w:r>
      <w:r w:rsidR="002471D8" w:rsidRPr="004D5097">
        <w:rPr>
          <w:rFonts w:ascii="Arial" w:hAnsi="Arial" w:cs="Arial"/>
        </w:rPr>
        <w:t>(</w:t>
      </w:r>
      <w:r w:rsidR="004869AB" w:rsidRPr="004D5097">
        <w:rPr>
          <w:rFonts w:ascii="Arial" w:hAnsi="Arial" w:cs="Arial"/>
        </w:rPr>
        <w:t xml:space="preserve">w </w:t>
      </w:r>
      <w:r w:rsidR="002471D8" w:rsidRPr="004D5097">
        <w:rPr>
          <w:rFonts w:ascii="Arial" w:hAnsi="Arial" w:cs="Arial"/>
        </w:rPr>
        <w:t>kolejności alfabetycznej wg nazw rezerwatów przyrody)</w:t>
      </w:r>
      <w:r w:rsidRPr="004D5097">
        <w:rPr>
          <w:rFonts w:ascii="Arial" w:hAnsi="Arial" w:cs="Arial"/>
        </w:rPr>
        <w:t>: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31 marca 2014 r. w sprawie ustanowienia planu ochrony dla rezerwatu przyrody „</w:t>
      </w:r>
      <w:proofErr w:type="spellStart"/>
      <w:r w:rsidRPr="004D5097">
        <w:rPr>
          <w:rFonts w:ascii="Arial" w:hAnsi="Arial" w:cs="Arial"/>
        </w:rPr>
        <w:t>Babnica</w:t>
      </w:r>
      <w:proofErr w:type="spellEnd"/>
      <w:r w:rsidRPr="004D5097">
        <w:rPr>
          <w:rFonts w:ascii="Arial" w:hAnsi="Arial" w:cs="Arial"/>
        </w:rPr>
        <w:t xml:space="preserve">” (Dz. Urz. Woj. Pom. poz. 1456) – </w:t>
      </w:r>
      <w:r w:rsidR="00063F6B">
        <w:rPr>
          <w:rFonts w:ascii="Arial" w:hAnsi="Arial" w:cs="Arial"/>
          <w:u w:val="single"/>
        </w:rPr>
        <w:t>a</w:t>
      </w:r>
      <w:r w:rsidR="00063F6B" w:rsidRPr="00063F6B">
        <w:rPr>
          <w:rFonts w:ascii="Arial" w:hAnsi="Arial" w:cs="Arial"/>
          <w:u w:val="single"/>
        </w:rPr>
        <w:t>kt utracił moc</w:t>
      </w:r>
      <w:r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12 sierpnia 2016 r. w sprawie ustanowienia planu ochrony dla rezerwatu przyrody "</w:t>
      </w:r>
      <w:proofErr w:type="spellStart"/>
      <w:r w:rsidRPr="004D5097">
        <w:rPr>
          <w:rFonts w:ascii="Arial" w:hAnsi="Arial" w:cs="Arial"/>
        </w:rPr>
        <w:t>Babnica</w:t>
      </w:r>
      <w:proofErr w:type="spellEnd"/>
      <w:r w:rsidRPr="004D5097">
        <w:rPr>
          <w:rFonts w:ascii="Arial" w:hAnsi="Arial" w:cs="Arial"/>
        </w:rPr>
        <w:t>" (Dz. Urz. Woj. Pom. poz. 2953);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Nr 24/2012 Regionalnego Dyrektora Ochrony Środowiska w Gdańsku z dnia 24 września 2012 r. w sprawie ustanowienia planu ochrony dla rezerwatu przyrody "Bagno Stawek" (Dz. Urz. Woj. Pom. z 2013 r. poz. 456);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z dnia 12 marca 2014 r. w sprawie ustanowienia planu ochrony dla rezerwatu przyrody "Białogóra" (Dz. Urz. Woj. Pom. poz. 1319);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4 lipca 2016 r. </w:t>
      </w:r>
      <w:r w:rsidRPr="004D5097">
        <w:rPr>
          <w:rFonts w:ascii="Arial" w:hAnsi="Arial" w:cs="Arial"/>
          <w:u w:val="single"/>
        </w:rPr>
        <w:t>zmieniające</w:t>
      </w:r>
      <w:r w:rsidRPr="004D5097">
        <w:rPr>
          <w:rFonts w:ascii="Arial" w:hAnsi="Arial" w:cs="Arial"/>
        </w:rPr>
        <w:t xml:space="preserve"> </w:t>
      </w:r>
      <w:r w:rsidR="00CE0D41" w:rsidRPr="004D5097">
        <w:rPr>
          <w:rFonts w:ascii="Arial" w:hAnsi="Arial" w:cs="Arial"/>
        </w:rPr>
        <w:t>zarządzenie</w:t>
      </w:r>
      <w:r w:rsidRPr="004D5097">
        <w:rPr>
          <w:rFonts w:ascii="Arial" w:hAnsi="Arial" w:cs="Arial"/>
        </w:rPr>
        <w:t xml:space="preserve"> w sprawie ustanowienia planu ochrony dla </w:t>
      </w:r>
      <w:r w:rsidR="00CE0D41" w:rsidRPr="004D5097">
        <w:rPr>
          <w:rFonts w:ascii="Arial" w:hAnsi="Arial" w:cs="Arial"/>
        </w:rPr>
        <w:t>rezerwatu</w:t>
      </w:r>
      <w:r w:rsidRPr="004D5097">
        <w:rPr>
          <w:rFonts w:ascii="Arial" w:hAnsi="Arial" w:cs="Arial"/>
        </w:rPr>
        <w:t xml:space="preserve"> przyrody "Białogóra" (Dz. Urz. Woj. Pom. poz. 2551);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Nr 15/2011 Regionalnego Dyrektora Ochrony Środowiska w Gdańsku z dnia 1 lipca 2011 r. w sprawie ustanowienia planu ochrony dla rezerwatu przyrody "Bór </w:t>
      </w:r>
      <w:proofErr w:type="spellStart"/>
      <w:r w:rsidRPr="004D5097">
        <w:rPr>
          <w:rFonts w:ascii="Arial" w:hAnsi="Arial" w:cs="Arial"/>
        </w:rPr>
        <w:t>Chrobotkowy</w:t>
      </w:r>
      <w:proofErr w:type="spellEnd"/>
      <w:r w:rsidRPr="004D5097">
        <w:rPr>
          <w:rFonts w:ascii="Arial" w:hAnsi="Arial" w:cs="Arial"/>
        </w:rPr>
        <w:t>" (Dz. Urz. Woj. Pom. Nr 169 poz. 3818);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16 maja 2017 r. w sprawie ustanowienia planu ochrony dla rezerwatu przyrody „Cisy w Czarnem” (Dz. Urz. Woj. Pom. poz. 2076);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26 maja 2015 r. w sprawie ustanowienia planu ochrony dla rezerwatu przyrody "Czapli Wierch" (Dz. Urz. Woj. Pom. poz. 1798);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4D5097">
        <w:rPr>
          <w:rFonts w:ascii="Arial" w:hAnsi="Arial" w:cs="Arial"/>
        </w:rPr>
        <w:t xml:space="preserve">zarządzenie nr 12/2012 Regionalnego Dyrektora Ochrony Środowiska z dnia 28 września 2012 r. w sprawie ustanowienia planu ochrony dla rezerwatu przyrody "Dolina Kłodawy" (Dz. Urz. Woj. Pom. </w:t>
      </w:r>
      <w:proofErr w:type="gramStart"/>
      <w:r w:rsidRPr="004D5097">
        <w:rPr>
          <w:rFonts w:ascii="Arial" w:hAnsi="Arial" w:cs="Arial"/>
        </w:rPr>
        <w:t>poz. 3432 );</w:t>
      </w:r>
      <w:proofErr w:type="gramEnd"/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15 września 2017 r. w sprawie ustanowienia planu ochrony dla rezerwatu przyrody „Dolina Kulawy” (Dz. Urz. Woj. Pom. poz. 3429);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nr 19/2012 Regionalnego Dyrektora Ochrony Środowiska w Gdańsku z dnia 30 lipca 2012 r. w sprawie ustanowienia planu ochrony dla rezerwatu przyrody "</w:t>
      </w:r>
      <w:proofErr w:type="spellStart"/>
      <w:r w:rsidRPr="004D5097">
        <w:rPr>
          <w:rFonts w:ascii="Arial" w:hAnsi="Arial" w:cs="Arial"/>
        </w:rPr>
        <w:t>Gałęźna</w:t>
      </w:r>
      <w:proofErr w:type="spellEnd"/>
      <w:r w:rsidRPr="004D5097">
        <w:rPr>
          <w:rFonts w:ascii="Arial" w:hAnsi="Arial" w:cs="Arial"/>
        </w:rPr>
        <w:t xml:space="preserve"> Góra" (Dz. Urz. Woj. Pom. poz. 3315);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 czerwca 2016 r. </w:t>
      </w:r>
      <w:r w:rsidRPr="004D5097">
        <w:rPr>
          <w:rFonts w:ascii="Arial" w:hAnsi="Arial" w:cs="Arial"/>
          <w:u w:val="single"/>
        </w:rPr>
        <w:t>zmieniające</w:t>
      </w:r>
      <w:r w:rsidRPr="004D5097">
        <w:rPr>
          <w:rFonts w:ascii="Arial" w:hAnsi="Arial" w:cs="Arial"/>
        </w:rPr>
        <w:t xml:space="preserve"> zarządzenie w sprawie ustanowienia planu ochrony dla rezerwatu przyrody "</w:t>
      </w:r>
      <w:proofErr w:type="spellStart"/>
      <w:r w:rsidRPr="004D5097">
        <w:rPr>
          <w:rFonts w:ascii="Arial" w:hAnsi="Arial" w:cs="Arial"/>
        </w:rPr>
        <w:t>Gałęźna</w:t>
      </w:r>
      <w:proofErr w:type="spellEnd"/>
      <w:r w:rsidRPr="004D5097">
        <w:rPr>
          <w:rFonts w:ascii="Arial" w:hAnsi="Arial" w:cs="Arial"/>
        </w:rPr>
        <w:t xml:space="preserve"> Góra" (Dz. Urz. Woj. Pom. poz. 2039);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lastRenderedPageBreak/>
        <w:t>zarządzenie</w:t>
      </w:r>
      <w:proofErr w:type="gramEnd"/>
      <w:r w:rsidRPr="004D5097">
        <w:rPr>
          <w:rFonts w:ascii="Arial" w:hAnsi="Arial" w:cs="Arial"/>
        </w:rPr>
        <w:t xml:space="preserve"> nr 25/2012 Regionalnego Dyrektora Ochrony Środowiska w Gdańsku z dnia 24 września 2012 r. w sprawie ustanowienia planu ochrony dla rezerwatu przyrody "Helskie Wydmy" (Dz. Urz. Woj. Pom. poz. 458);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23 maja 2016 r. </w:t>
      </w:r>
      <w:r w:rsidRPr="004D5097">
        <w:rPr>
          <w:rFonts w:ascii="Arial" w:hAnsi="Arial" w:cs="Arial"/>
          <w:u w:val="single"/>
        </w:rPr>
        <w:t>zmieniające</w:t>
      </w:r>
      <w:r w:rsidRPr="004D5097">
        <w:rPr>
          <w:rFonts w:ascii="Arial" w:hAnsi="Arial" w:cs="Arial"/>
        </w:rPr>
        <w:t xml:space="preserve"> </w:t>
      </w:r>
      <w:r w:rsidR="00537013" w:rsidRPr="004D5097">
        <w:rPr>
          <w:rFonts w:ascii="Arial" w:hAnsi="Arial" w:cs="Arial"/>
        </w:rPr>
        <w:t>zarządzenie</w:t>
      </w:r>
      <w:r w:rsidRPr="004D5097">
        <w:rPr>
          <w:rFonts w:ascii="Arial" w:hAnsi="Arial" w:cs="Arial"/>
        </w:rPr>
        <w:t xml:space="preserve"> w sprawie ustanowienia planu ochrony dla </w:t>
      </w:r>
      <w:r w:rsidR="00537013" w:rsidRPr="004D5097">
        <w:rPr>
          <w:rFonts w:ascii="Arial" w:hAnsi="Arial" w:cs="Arial"/>
        </w:rPr>
        <w:t>rezerwatu</w:t>
      </w:r>
      <w:r w:rsidRPr="004D5097">
        <w:rPr>
          <w:rFonts w:ascii="Arial" w:hAnsi="Arial" w:cs="Arial"/>
        </w:rPr>
        <w:t xml:space="preserve"> przyrody "Helskie Wydmy" (Dz. Urz. Woj. Pom. poz. 2034)</w:t>
      </w:r>
      <w:r w:rsidR="00537013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13 czerwca 2016 r. w sprawie ustanowienia planu ochrony dla rezerwatu przyrody "Jar </w:t>
      </w:r>
      <w:proofErr w:type="spellStart"/>
      <w:r w:rsidRPr="004D5097">
        <w:rPr>
          <w:rFonts w:ascii="Arial" w:hAnsi="Arial" w:cs="Arial"/>
        </w:rPr>
        <w:t>Reknicy</w:t>
      </w:r>
      <w:proofErr w:type="spellEnd"/>
      <w:r w:rsidRPr="004D5097">
        <w:rPr>
          <w:rFonts w:ascii="Arial" w:hAnsi="Arial" w:cs="Arial"/>
        </w:rPr>
        <w:t>" (Dz. Urz. Woj. Pom. poz. 2160)</w:t>
      </w:r>
      <w:r w:rsidR="00537013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nr 28/2012 Regionalnego Dyrektora Ochrony Środowiska w Gdańsku z dnia 28 września 2012 r. w sprawie ustanowienia planu ochrony dla rezerwatu przyrody "Jar Rzeki Raduni"</w:t>
      </w:r>
      <w:r w:rsidR="00537013" w:rsidRPr="004D5097">
        <w:rPr>
          <w:rFonts w:ascii="Arial" w:hAnsi="Arial" w:cs="Arial"/>
        </w:rPr>
        <w:t xml:space="preserve"> (Dz. Urz. Woj. Pom. poz. 3434</w:t>
      </w:r>
      <w:r w:rsidRPr="004D5097">
        <w:rPr>
          <w:rFonts w:ascii="Arial" w:hAnsi="Arial" w:cs="Arial"/>
        </w:rPr>
        <w:t>)</w:t>
      </w:r>
      <w:r w:rsidR="00537013" w:rsidRPr="004D5097">
        <w:rPr>
          <w:rFonts w:ascii="Arial" w:hAnsi="Arial" w:cs="Arial"/>
        </w:rPr>
        <w:t>;</w:t>
      </w:r>
    </w:p>
    <w:p w:rsidR="00537013" w:rsidRPr="004D5097" w:rsidRDefault="00537013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4 lipca 2016 r. </w:t>
      </w:r>
      <w:r w:rsidRPr="004D5097">
        <w:rPr>
          <w:rFonts w:ascii="Arial" w:hAnsi="Arial" w:cs="Arial"/>
          <w:u w:val="single"/>
        </w:rPr>
        <w:t>zmieniające</w:t>
      </w:r>
      <w:r w:rsidRPr="004D5097">
        <w:rPr>
          <w:rFonts w:ascii="Arial" w:hAnsi="Arial" w:cs="Arial"/>
        </w:rPr>
        <w:t xml:space="preserve"> zarządzenie w sprawie ustanowienia planu ochrony dla rezerwatu przyrody "Jar Rzeki Raduni" (Dz. Urz. Woj. Pom. poz. 2552);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nr 38/2013 Regionalnego Dyrektora Ochrony Środowiska w Gdańsku z dnia 19 września 2013 r. w sprawie ustanowienia planu ochrony dla rezerwatu przyrody "Jezioro </w:t>
      </w:r>
      <w:proofErr w:type="spellStart"/>
      <w:r w:rsidRPr="004D5097">
        <w:rPr>
          <w:rFonts w:ascii="Arial" w:hAnsi="Arial" w:cs="Arial"/>
        </w:rPr>
        <w:t>Cechyńskie</w:t>
      </w:r>
      <w:proofErr w:type="spellEnd"/>
      <w:r w:rsidRPr="004D5097">
        <w:rPr>
          <w:rFonts w:ascii="Arial" w:hAnsi="Arial" w:cs="Arial"/>
        </w:rPr>
        <w:t xml:space="preserve"> Małe" (Dz. Urz. Woj. Pom. poz. 3</w:t>
      </w:r>
      <w:r w:rsidR="00537013" w:rsidRPr="004D5097">
        <w:rPr>
          <w:rFonts w:ascii="Arial" w:hAnsi="Arial" w:cs="Arial"/>
        </w:rPr>
        <w:t>407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23 grudnia 2016 r. w sprawie ustanowienia planu ochrony dla rezerwatu przyrody "Jezioro </w:t>
      </w:r>
      <w:proofErr w:type="spellStart"/>
      <w:r w:rsidRPr="004D5097">
        <w:rPr>
          <w:rFonts w:ascii="Arial" w:hAnsi="Arial" w:cs="Arial"/>
        </w:rPr>
        <w:t>Głęboczko</w:t>
      </w:r>
      <w:proofErr w:type="spellEnd"/>
      <w:r w:rsidRPr="004D5097">
        <w:rPr>
          <w:rFonts w:ascii="Arial" w:hAnsi="Arial" w:cs="Arial"/>
        </w:rPr>
        <w:t>" (Dz. U</w:t>
      </w:r>
      <w:r w:rsidR="00537013" w:rsidRPr="004D5097">
        <w:rPr>
          <w:rFonts w:ascii="Arial" w:hAnsi="Arial" w:cs="Arial"/>
        </w:rPr>
        <w:t>rz. Woj. Pom. z 2017 r. poz. 15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17 lutego 2016 r. w sprawie ustanowienia planu ochrony dla rezerwatu przyrody "Jezioro Kamień</w:t>
      </w:r>
      <w:r w:rsidR="00537013" w:rsidRPr="004D5097">
        <w:rPr>
          <w:rFonts w:ascii="Arial" w:hAnsi="Arial" w:cs="Arial"/>
        </w:rPr>
        <w:t>" (Dz. Urz. Woj. Pom. poz. 1085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nr 15/2012 Regionalnego Dyrektora Ochrony Środowiska w Gdańsku z dnia 6 lipca 2012 r. w sprawie ustanowienia planu ochrony dla rezerwatu przyrody "Jezioro Krasne</w:t>
      </w:r>
      <w:r w:rsidR="00537013" w:rsidRPr="004D5097">
        <w:rPr>
          <w:rFonts w:ascii="Arial" w:hAnsi="Arial" w:cs="Arial"/>
        </w:rPr>
        <w:t>" (Dz. Urz. Woj. Pom. poz. 3316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17 lutego 2016 r. w sprawie ustanowienia planu ochrony dla rezerwatu przyrody "Jezioro </w:t>
      </w:r>
      <w:proofErr w:type="spellStart"/>
      <w:r w:rsidRPr="004D5097">
        <w:rPr>
          <w:rFonts w:ascii="Arial" w:hAnsi="Arial" w:cs="Arial"/>
        </w:rPr>
        <w:t>Liwieniec</w:t>
      </w:r>
      <w:proofErr w:type="spellEnd"/>
      <w:r w:rsidR="00537013" w:rsidRPr="004D5097">
        <w:rPr>
          <w:rFonts w:ascii="Arial" w:hAnsi="Arial" w:cs="Arial"/>
        </w:rPr>
        <w:t>" (Dz. Urz. Woj. Pom. poz. 1084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17 lutego 2016 r. w sprawie ustanowienia planu ochrony dla rezerwatu przyrody "Jezioro </w:t>
      </w:r>
      <w:proofErr w:type="spellStart"/>
      <w:r w:rsidRPr="004D5097">
        <w:rPr>
          <w:rFonts w:ascii="Arial" w:hAnsi="Arial" w:cs="Arial"/>
        </w:rPr>
        <w:t>Modła</w:t>
      </w:r>
      <w:proofErr w:type="spellEnd"/>
      <w:r w:rsidR="00537013" w:rsidRPr="004D5097">
        <w:rPr>
          <w:rFonts w:ascii="Arial" w:hAnsi="Arial" w:cs="Arial"/>
        </w:rPr>
        <w:t>" (Dz. Urz. Woj. Pom. poz. 1083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11 marca 2016 r. w sprawie ustanowienia planu ochrony dla rezerwatu przyrody "Jezioro Orle</w:t>
      </w:r>
      <w:r w:rsidR="00537013" w:rsidRPr="004D5097">
        <w:rPr>
          <w:rFonts w:ascii="Arial" w:hAnsi="Arial" w:cs="Arial"/>
        </w:rPr>
        <w:t>" (Dz. Urz. Woj. Pom. poz. 1353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17 lutego 2016 r. w sprawie ustanowienia planu ochrony dla rezerwatu przyrody "Jezioro Smołowe</w:t>
      </w:r>
      <w:r w:rsidR="00537013" w:rsidRPr="004D5097">
        <w:rPr>
          <w:rFonts w:ascii="Arial" w:hAnsi="Arial" w:cs="Arial"/>
        </w:rPr>
        <w:t>" (Dz. Urz. Woj. Pom. poz. 1082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nr 6/2010 Regionalnego Dyrektora Ochrony Środowiska w Gdańsku z dnia 7 kwietnia 2010 r. w sprawie ustanowienia planu ochrony dla rezerwatu przyrody „Kępa Redłowska” Dz</w:t>
      </w:r>
      <w:r w:rsidR="00537013" w:rsidRPr="004D5097">
        <w:rPr>
          <w:rFonts w:ascii="Arial" w:hAnsi="Arial" w:cs="Arial"/>
        </w:rPr>
        <w:t xml:space="preserve">. Urz. Woj. Pom. Nr 97 </w:t>
      </w:r>
      <w:proofErr w:type="spellStart"/>
      <w:r w:rsidR="00537013" w:rsidRPr="004D5097">
        <w:rPr>
          <w:rFonts w:ascii="Arial" w:hAnsi="Arial" w:cs="Arial"/>
        </w:rPr>
        <w:t>poz</w:t>
      </w:r>
      <w:proofErr w:type="spellEnd"/>
      <w:r w:rsidR="00537013" w:rsidRPr="004D5097">
        <w:rPr>
          <w:rFonts w:ascii="Arial" w:hAnsi="Arial" w:cs="Arial"/>
        </w:rPr>
        <w:t xml:space="preserve"> 1897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13 listopada 2015 r. w sprawie ustanowienia planu ochrony dla rezerwatu przyrody "Kruszynek" (D</w:t>
      </w:r>
      <w:r w:rsidR="00537013" w:rsidRPr="004D5097">
        <w:rPr>
          <w:rFonts w:ascii="Arial" w:hAnsi="Arial" w:cs="Arial"/>
        </w:rPr>
        <w:t>z. Urz. Woj. Pom. poz. 3770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26 listopada 2015 r. w sprawie ustanowienia planu ochrony dla rezerwatu przyrody "Krwawe Doły</w:t>
      </w:r>
      <w:r w:rsidR="00537013" w:rsidRPr="004D5097">
        <w:rPr>
          <w:rFonts w:ascii="Arial" w:hAnsi="Arial" w:cs="Arial"/>
        </w:rPr>
        <w:t>" (Dz. Urz. Woj. Pom. poz. 4395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nr 3/2012 Regionalnego Dyrektora Ochrony Środowiska w Gdańsku z dnia 20 stycznia 2012 r. w sprawie ustanowienia planu ochrony dla rezerwatu przyrody „Krzywe Koło w </w:t>
      </w:r>
      <w:r w:rsidR="0032588D" w:rsidRPr="004D5097">
        <w:rPr>
          <w:rFonts w:ascii="Arial" w:hAnsi="Arial" w:cs="Arial"/>
        </w:rPr>
        <w:t>Pętli</w:t>
      </w:r>
      <w:r w:rsidRPr="004D5097">
        <w:rPr>
          <w:rFonts w:ascii="Arial" w:hAnsi="Arial" w:cs="Arial"/>
        </w:rPr>
        <w:t xml:space="preserve"> </w:t>
      </w:r>
      <w:r w:rsidR="00537013" w:rsidRPr="004D5097">
        <w:rPr>
          <w:rFonts w:ascii="Arial" w:hAnsi="Arial" w:cs="Arial"/>
        </w:rPr>
        <w:t xml:space="preserve">Wdy” Dz. Urz. Woj. Pom. </w:t>
      </w:r>
      <w:proofErr w:type="spellStart"/>
      <w:r w:rsidR="00537013" w:rsidRPr="004D5097">
        <w:rPr>
          <w:rFonts w:ascii="Arial" w:hAnsi="Arial" w:cs="Arial"/>
        </w:rPr>
        <w:t>poz</w:t>
      </w:r>
      <w:proofErr w:type="spellEnd"/>
      <w:r w:rsidR="00537013" w:rsidRPr="004D5097">
        <w:rPr>
          <w:rFonts w:ascii="Arial" w:hAnsi="Arial" w:cs="Arial"/>
        </w:rPr>
        <w:t xml:space="preserve"> 837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11 lipca 2016 r. w sprawie ustanowienia planu ochrony dla rezerwatu przyrody "Kwidzyńskie Ostnice" (Dz. Urz</w:t>
      </w:r>
      <w:r w:rsidR="00537013" w:rsidRPr="004D5097">
        <w:rPr>
          <w:rFonts w:ascii="Arial" w:hAnsi="Arial" w:cs="Arial"/>
        </w:rPr>
        <w:t>. Woj. Pom. z 2016 r. poz. 2553</w:t>
      </w:r>
      <w:r w:rsidRPr="004D5097">
        <w:rPr>
          <w:rFonts w:ascii="Arial" w:hAnsi="Arial" w:cs="Arial"/>
        </w:rPr>
        <w:t>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lastRenderedPageBreak/>
        <w:t>zarządzenie</w:t>
      </w:r>
      <w:proofErr w:type="gramEnd"/>
      <w:r w:rsidRPr="004D5097">
        <w:rPr>
          <w:rFonts w:ascii="Arial" w:hAnsi="Arial" w:cs="Arial"/>
        </w:rPr>
        <w:t xml:space="preserve"> nr 26/2012 Regionalnego Dyrektora Ochrony Środowiska w Gdańsku z dnia 28 września 2012 r. w sprawie ustanowienia planu ochrony dla rezerwatu przyrody "Lewice" (Dz. Urz. Woj. Pom. poz. 3435)</w:t>
      </w:r>
      <w:r w:rsidR="00654E9E" w:rsidRPr="004D5097">
        <w:rPr>
          <w:rFonts w:ascii="Arial" w:hAnsi="Arial" w:cs="Arial"/>
        </w:rPr>
        <w:t>;</w:t>
      </w:r>
    </w:p>
    <w:p w:rsidR="00654E9E" w:rsidRPr="004D5097" w:rsidRDefault="00654E9E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 czerwca 2016 r. </w:t>
      </w:r>
      <w:r w:rsidRPr="004D5097">
        <w:rPr>
          <w:rFonts w:ascii="Arial" w:hAnsi="Arial" w:cs="Arial"/>
          <w:u w:val="single"/>
        </w:rPr>
        <w:t>zmieniające</w:t>
      </w:r>
      <w:r w:rsidRPr="004D5097">
        <w:rPr>
          <w:rFonts w:ascii="Arial" w:hAnsi="Arial" w:cs="Arial"/>
        </w:rPr>
        <w:t xml:space="preserve"> zarządzenie w sprawie ustanowienia planu ochrony dla rezerwatu przyrody "Lewice" (Dz. Urz. Woj. Pom. poz. 2040);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19 stycznia 2017 r.</w:t>
      </w:r>
      <w:r w:rsidR="00537013" w:rsidRPr="004D5097">
        <w:rPr>
          <w:rFonts w:ascii="Arial" w:hAnsi="Arial" w:cs="Arial"/>
        </w:rPr>
        <w:t xml:space="preserve"> </w:t>
      </w:r>
      <w:r w:rsidRPr="004D5097">
        <w:rPr>
          <w:rFonts w:ascii="Arial" w:hAnsi="Arial" w:cs="Arial"/>
        </w:rPr>
        <w:t>w sprawie ustanowienia planu ochrony dla rezerwatu przyrody „</w:t>
      </w:r>
      <w:proofErr w:type="spellStart"/>
      <w:r w:rsidRPr="004D5097">
        <w:rPr>
          <w:rFonts w:ascii="Arial" w:hAnsi="Arial" w:cs="Arial"/>
        </w:rPr>
        <w:t>Lubygość</w:t>
      </w:r>
      <w:proofErr w:type="spellEnd"/>
      <w:r w:rsidR="00537013" w:rsidRPr="004D5097">
        <w:rPr>
          <w:rFonts w:ascii="Arial" w:hAnsi="Arial" w:cs="Arial"/>
        </w:rPr>
        <w:t>” (Dz. Urz. Woj. Pom. poz. 367)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15 września 2017 r.</w:t>
      </w:r>
      <w:r w:rsidR="00537013" w:rsidRPr="004D5097">
        <w:rPr>
          <w:rFonts w:ascii="Arial" w:hAnsi="Arial" w:cs="Arial"/>
        </w:rPr>
        <w:t xml:space="preserve"> </w:t>
      </w:r>
      <w:r w:rsidRPr="004D5097">
        <w:rPr>
          <w:rFonts w:ascii="Arial" w:hAnsi="Arial" w:cs="Arial"/>
        </w:rPr>
        <w:t>w sprawie ustanowienia planu ochrony dla rezerwatu przyrody „Mechowiska Sulęczyńskie”</w:t>
      </w:r>
      <w:r w:rsidR="00537013" w:rsidRPr="004D5097">
        <w:rPr>
          <w:rFonts w:ascii="Arial" w:hAnsi="Arial" w:cs="Arial"/>
        </w:rPr>
        <w:t xml:space="preserve"> (Dz. Urz. Woj. Pom. poz. 3430)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17 lutego 2016 r. w sprawie ustanowienia planu ochrony dla rezerwatu przyrody "Mechowisko Radość" (Dz. Urz. Woj. Pom. poz. 1089)</w:t>
      </w:r>
      <w:r w:rsidR="00654E9E" w:rsidRPr="004D5097">
        <w:rPr>
          <w:rFonts w:ascii="Arial" w:hAnsi="Arial" w:cs="Arial"/>
        </w:rPr>
        <w:t>;</w:t>
      </w:r>
    </w:p>
    <w:p w:rsidR="00654E9E" w:rsidRPr="004D5097" w:rsidRDefault="00654E9E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26 września 2016 r. </w:t>
      </w:r>
      <w:r w:rsidRPr="004D5097">
        <w:rPr>
          <w:rFonts w:ascii="Arial" w:hAnsi="Arial" w:cs="Arial"/>
          <w:u w:val="single"/>
        </w:rPr>
        <w:t>zmieniające</w:t>
      </w:r>
      <w:r w:rsidRPr="004D5097">
        <w:rPr>
          <w:rFonts w:ascii="Arial" w:hAnsi="Arial" w:cs="Arial"/>
        </w:rPr>
        <w:t xml:space="preserve"> zarządzenie w sprawie ustanowienia planu ochrony dla rezerwatu przyrody "Mechowisko Radość" (Dz. Urz. Woj. Pom. poz. 3331);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nr 5/2012 Regionalnego Dyrektora Ochrony Środowiska w Gdańsku z dnia 30 stycznia 2012 r. w sprawie ustanowienia planu ochrony dla rezerwatu przyrody "Osiedle Kormoranów" (Dz. Urz. Woj. Pom. poz. 838)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10 maja 2016 r. w sprawie ustanowienia planu ochrony dla rezerwatu przyrody "Ostrów Trzebielski" (Dz. Urz. Woj. Pom. poz. 2043)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14 maja 2015 r. w sprawie ustanowienia planu ochrony dla rezerwatu przyrody "</w:t>
      </w:r>
      <w:proofErr w:type="spellStart"/>
      <w:r w:rsidRPr="004D5097">
        <w:rPr>
          <w:rFonts w:ascii="Arial" w:hAnsi="Arial" w:cs="Arial"/>
        </w:rPr>
        <w:t>Ostrzycki</w:t>
      </w:r>
      <w:proofErr w:type="spellEnd"/>
      <w:r w:rsidRPr="004D5097">
        <w:rPr>
          <w:rFonts w:ascii="Arial" w:hAnsi="Arial" w:cs="Arial"/>
        </w:rPr>
        <w:t xml:space="preserve"> Las" (Dz. Urz. Woj. Pom. z 2015 r. poz. 1747)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nr 7/2010 z dnia 7 kwietnia 2010 r. Regionalnego Dyrektora Ochrony Środowiska</w:t>
      </w:r>
      <w:r w:rsidR="00537013" w:rsidRPr="004D5097">
        <w:rPr>
          <w:rFonts w:ascii="Arial" w:hAnsi="Arial" w:cs="Arial"/>
        </w:rPr>
        <w:t xml:space="preserve"> </w:t>
      </w:r>
      <w:r w:rsidRPr="004D5097">
        <w:rPr>
          <w:rFonts w:ascii="Arial" w:hAnsi="Arial" w:cs="Arial"/>
        </w:rPr>
        <w:t xml:space="preserve">w Gdańsku w sprawie ustanowienia planu ochrony dla rezerwatu przyrody „Pełcznica” (Dz. </w:t>
      </w:r>
      <w:r w:rsidR="00537013" w:rsidRPr="004D5097">
        <w:rPr>
          <w:rFonts w:ascii="Arial" w:hAnsi="Arial" w:cs="Arial"/>
        </w:rPr>
        <w:t>Urz. Woj. Pom. Nr 97 poz. 1898)</w:t>
      </w:r>
      <w:r w:rsidR="00654E9E" w:rsidRPr="004D5097">
        <w:rPr>
          <w:rFonts w:ascii="Arial" w:hAnsi="Arial" w:cs="Arial"/>
        </w:rPr>
        <w:t>;</w:t>
      </w:r>
    </w:p>
    <w:p w:rsidR="006A59DB" w:rsidRPr="004D5097" w:rsidRDefault="006A59DB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26 września 2016 r. </w:t>
      </w:r>
      <w:r w:rsidRPr="004D5097">
        <w:rPr>
          <w:rFonts w:ascii="Arial" w:hAnsi="Arial" w:cs="Arial"/>
          <w:u w:val="single"/>
        </w:rPr>
        <w:t>zmieniające</w:t>
      </w:r>
      <w:r w:rsidRPr="004D5097">
        <w:rPr>
          <w:rFonts w:ascii="Arial" w:hAnsi="Arial" w:cs="Arial"/>
        </w:rPr>
        <w:t xml:space="preserve"> zarządzenie w sprawie ustanowienia planu ochrony dla rezerwatu przyrody "Pełcznica" (Dz. Urz. Woj. Pom. poz. 3332)</w:t>
      </w:r>
      <w:r w:rsidR="004869AB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25 lipca 2017 r. w sprawie ustanowienia planu ochrony dla rezerwatu przyrody „Szczelina Lechicka” (Dz. Urz. Woj. Pom. poz. 2952)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3 kwietnia 2017 r. w sprawie ustanowienia planu ochrony dla rezerwatu przyrody „Torfowisko Pobłockie” (Dz. Urz. Woj. Pom. poz. 1461)</w:t>
      </w:r>
      <w:r w:rsidR="00654E9E" w:rsidRPr="004D5097">
        <w:rPr>
          <w:rFonts w:ascii="Arial" w:hAnsi="Arial" w:cs="Arial"/>
        </w:rPr>
        <w:t>;</w:t>
      </w:r>
    </w:p>
    <w:p w:rsidR="002471D8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12 marca 2014 r. w sprawie ustanowienia planu ochrony dla rezerwatu przyrody "Zaleskie Bagna</w:t>
      </w:r>
      <w:r w:rsidR="00537013" w:rsidRPr="004D5097">
        <w:rPr>
          <w:rFonts w:ascii="Arial" w:hAnsi="Arial" w:cs="Arial"/>
        </w:rPr>
        <w:t>" (Dz. Urz. Woj. Pom. poz. 1322</w:t>
      </w:r>
      <w:r w:rsidRPr="004D5097">
        <w:rPr>
          <w:rFonts w:ascii="Arial" w:hAnsi="Arial" w:cs="Arial"/>
        </w:rPr>
        <w:t>)</w:t>
      </w:r>
      <w:r w:rsidR="004869AB" w:rsidRPr="004D5097">
        <w:rPr>
          <w:rFonts w:ascii="Arial" w:hAnsi="Arial" w:cs="Arial"/>
        </w:rPr>
        <w:t>;</w:t>
      </w:r>
    </w:p>
    <w:p w:rsidR="006E3A3D" w:rsidRPr="004D5097" w:rsidRDefault="002471D8" w:rsidP="004D5097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proofErr w:type="gramStart"/>
      <w:r w:rsidRPr="004D5097">
        <w:rPr>
          <w:rFonts w:ascii="Arial" w:hAnsi="Arial" w:cs="Arial"/>
        </w:rPr>
        <w:t>zarządzenie</w:t>
      </w:r>
      <w:proofErr w:type="gramEnd"/>
      <w:r w:rsidRPr="004D5097">
        <w:rPr>
          <w:rFonts w:ascii="Arial" w:hAnsi="Arial" w:cs="Arial"/>
        </w:rPr>
        <w:t xml:space="preserve"> Regionalnego Dyrektora Ochrony Środowiska w Gdańsku z dnia 6 maja 2015 r. w sprawie ustanowienia planu ochrony dla rezerwatu przyrody "Źródliska w Dolinie Ewy" (Dz. Urz</w:t>
      </w:r>
      <w:r w:rsidR="00537013" w:rsidRPr="004D5097">
        <w:rPr>
          <w:rFonts w:ascii="Arial" w:hAnsi="Arial" w:cs="Arial"/>
        </w:rPr>
        <w:t>. Woj. Pom. z 2015 r. poz. 1533</w:t>
      </w:r>
      <w:r w:rsidRPr="004D5097">
        <w:rPr>
          <w:rFonts w:ascii="Arial" w:hAnsi="Arial" w:cs="Arial"/>
        </w:rPr>
        <w:t>)</w:t>
      </w:r>
      <w:r w:rsidR="00CE0D41" w:rsidRPr="004D5097">
        <w:rPr>
          <w:rFonts w:ascii="Arial" w:hAnsi="Arial" w:cs="Arial"/>
        </w:rPr>
        <w:t>.</w:t>
      </w:r>
    </w:p>
    <w:p w:rsidR="00613B32" w:rsidRPr="004D5097" w:rsidRDefault="006D69E4" w:rsidP="004D5097">
      <w:pPr>
        <w:spacing w:after="0" w:line="240" w:lineRule="auto"/>
        <w:ind w:firstLine="851"/>
        <w:jc w:val="both"/>
        <w:rPr>
          <w:rFonts w:ascii="Arial" w:hAnsi="Arial" w:cs="Arial"/>
        </w:rPr>
      </w:pPr>
      <w:r w:rsidRPr="004D5097">
        <w:rPr>
          <w:rFonts w:ascii="Arial" w:hAnsi="Arial" w:cs="Arial"/>
        </w:rPr>
        <w:t xml:space="preserve">Zainteresowane osoby mogą się zapoznać z wymienionymi dokumentami oraz uzasadnieniami, o których mowa art. 42 pkt 2 ustawy </w:t>
      </w:r>
      <w:r w:rsidR="00EF5924" w:rsidRPr="004D5097">
        <w:rPr>
          <w:rFonts w:ascii="Arial" w:hAnsi="Arial" w:cs="Arial"/>
        </w:rPr>
        <w:t>o udostępnianiu informacji o środowisku i jego ochronie, udziale społeczeństwa w ochronie środowiska oraz o ocenach oddziaływania na środowisko</w:t>
      </w:r>
      <w:r w:rsidR="00BB01CA" w:rsidRPr="004D5097">
        <w:rPr>
          <w:rFonts w:ascii="Arial" w:hAnsi="Arial" w:cs="Arial"/>
        </w:rPr>
        <w:t xml:space="preserve">, w siedzibie Regionalnej Dyrekcji Ochrony Środowiska w Gdańsku, ul. Chmielna 54/57, 80-748 Gdańsk (po uprzednim uzgodnieniu terminu pod nr tel. 58 68 36 828) oraz na stronie internetowej Biuletynu Informacji Publicznej RDOŚ w Gdańsku </w:t>
      </w:r>
      <w:r w:rsidR="00BB01CA" w:rsidRPr="004D5097">
        <w:rPr>
          <w:rFonts w:ascii="Arial" w:hAnsi="Arial" w:cs="Arial"/>
          <w:u w:val="single"/>
        </w:rPr>
        <w:t>http</w:t>
      </w:r>
      <w:proofErr w:type="gramStart"/>
      <w:r w:rsidR="00BB01CA" w:rsidRPr="004D5097">
        <w:rPr>
          <w:rFonts w:ascii="Arial" w:hAnsi="Arial" w:cs="Arial"/>
          <w:u w:val="single"/>
        </w:rPr>
        <w:t>://bip</w:t>
      </w:r>
      <w:proofErr w:type="gramEnd"/>
      <w:r w:rsidR="00BB01CA" w:rsidRPr="004D5097">
        <w:rPr>
          <w:rFonts w:ascii="Arial" w:hAnsi="Arial" w:cs="Arial"/>
          <w:u w:val="single"/>
        </w:rPr>
        <w:t>.</w:t>
      </w:r>
      <w:proofErr w:type="gramStart"/>
      <w:r w:rsidR="00BB01CA" w:rsidRPr="004D5097">
        <w:rPr>
          <w:rFonts w:ascii="Arial" w:hAnsi="Arial" w:cs="Arial"/>
          <w:u w:val="single"/>
        </w:rPr>
        <w:t>gdansk</w:t>
      </w:r>
      <w:proofErr w:type="gramEnd"/>
      <w:r w:rsidR="00BB01CA" w:rsidRPr="004D5097">
        <w:rPr>
          <w:rFonts w:ascii="Arial" w:hAnsi="Arial" w:cs="Arial"/>
          <w:u w:val="single"/>
        </w:rPr>
        <w:t>.</w:t>
      </w:r>
      <w:proofErr w:type="gramStart"/>
      <w:r w:rsidR="00BB01CA" w:rsidRPr="004D5097">
        <w:rPr>
          <w:rFonts w:ascii="Arial" w:hAnsi="Arial" w:cs="Arial"/>
          <w:u w:val="single"/>
        </w:rPr>
        <w:t>rdos</w:t>
      </w:r>
      <w:proofErr w:type="gramEnd"/>
      <w:r w:rsidR="00BB01CA" w:rsidRPr="004D5097">
        <w:rPr>
          <w:rFonts w:ascii="Arial" w:hAnsi="Arial" w:cs="Arial"/>
          <w:u w:val="single"/>
        </w:rPr>
        <w:t>.</w:t>
      </w:r>
      <w:proofErr w:type="gramStart"/>
      <w:r w:rsidR="00BB01CA" w:rsidRPr="004D5097">
        <w:rPr>
          <w:rFonts w:ascii="Arial" w:hAnsi="Arial" w:cs="Arial"/>
          <w:u w:val="single"/>
        </w:rPr>
        <w:t>gov</w:t>
      </w:r>
      <w:proofErr w:type="gramEnd"/>
      <w:r w:rsidR="00BB01CA" w:rsidRPr="004D5097">
        <w:rPr>
          <w:rFonts w:ascii="Arial" w:hAnsi="Arial" w:cs="Arial"/>
          <w:u w:val="single"/>
        </w:rPr>
        <w:t>.</w:t>
      </w:r>
      <w:proofErr w:type="gramStart"/>
      <w:r w:rsidR="00BB01CA" w:rsidRPr="004D5097">
        <w:rPr>
          <w:rFonts w:ascii="Arial" w:hAnsi="Arial" w:cs="Arial"/>
          <w:u w:val="single"/>
        </w:rPr>
        <w:t>pl</w:t>
      </w:r>
      <w:proofErr w:type="gramEnd"/>
      <w:r w:rsidR="006E3A3D" w:rsidRPr="004D5097">
        <w:rPr>
          <w:rFonts w:ascii="Arial" w:hAnsi="Arial" w:cs="Arial"/>
        </w:rPr>
        <w:t xml:space="preserve"> (zakładka </w:t>
      </w:r>
      <w:r w:rsidR="00BB01CA" w:rsidRPr="004D5097">
        <w:rPr>
          <w:rFonts w:ascii="Arial" w:hAnsi="Arial" w:cs="Arial"/>
        </w:rPr>
        <w:t>Zarządzenia Regionalnego Dyrektora Ochrony Środowiska w Gdańsku).</w:t>
      </w:r>
    </w:p>
    <w:p w:rsidR="00BB01CA" w:rsidRPr="004D5097" w:rsidRDefault="00BB01CA" w:rsidP="004D5097">
      <w:pPr>
        <w:spacing w:after="0" w:line="240" w:lineRule="auto"/>
        <w:ind w:firstLine="851"/>
        <w:jc w:val="both"/>
        <w:rPr>
          <w:rFonts w:ascii="Arial" w:hAnsi="Arial" w:cs="Arial"/>
        </w:rPr>
      </w:pPr>
    </w:p>
    <w:sectPr w:rsidR="00BB01CA" w:rsidRPr="004D5097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607" w:rsidRDefault="00406607" w:rsidP="000F38F9">
      <w:pPr>
        <w:spacing w:after="0" w:line="240" w:lineRule="auto"/>
      </w:pPr>
      <w:r>
        <w:separator/>
      </w:r>
    </w:p>
  </w:endnote>
  <w:endnote w:type="continuationSeparator" w:id="0">
    <w:p w:rsidR="00406607" w:rsidRDefault="00406607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sz w:val="20"/>
        <w:szCs w:val="20"/>
      </w:rPr>
      <w:id w:val="209118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1F489F" w:rsidRPr="00613B32" w:rsidRDefault="00CE0D41" w:rsidP="00613B32">
            <w:pPr>
              <w:pStyle w:val="Stopka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</w:rPr>
              <w:t>RDOŚ.Gd-WOC.6202.15</w:t>
            </w:r>
            <w:r w:rsidRPr="008E5D00">
              <w:rPr>
                <w:rFonts w:ascii="Arial" w:hAnsi="Arial" w:cs="Arial"/>
              </w:rPr>
              <w:t>.2017</w:t>
            </w:r>
            <w:r w:rsidRPr="006170C8">
              <w:rPr>
                <w:rFonts w:ascii="Arial" w:hAnsi="Arial" w:cs="Arial"/>
              </w:rPr>
              <w:t>.</w:t>
            </w:r>
            <w:proofErr w:type="gramStart"/>
            <w:r w:rsidRPr="006170C8">
              <w:rPr>
                <w:rFonts w:ascii="Arial" w:hAnsi="Arial" w:cs="Arial"/>
              </w:rPr>
              <w:t>asz</w:t>
            </w:r>
            <w:r w:rsidR="00202061">
              <w:rPr>
                <w:rFonts w:ascii="Arial" w:hAnsi="Arial" w:cs="Arial"/>
                <w:i/>
                <w:sz w:val="20"/>
                <w:szCs w:val="20"/>
              </w:rPr>
              <w:t xml:space="preserve">     </w:t>
            </w:r>
            <w:r w:rsidR="00F1005E" w:rsidRPr="00026CDB"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               </w:t>
            </w:r>
            <w:proofErr w:type="gramEnd"/>
            <w:r w:rsidR="00F1005E" w:rsidRPr="00026CDB"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  </w:t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t xml:space="preserve">Strona </w:t>
            </w:r>
            <w:r w:rsidR="00415188" w:rsidRPr="00026CDB">
              <w:rPr>
                <w:rFonts w:ascii="Arial" w:hAnsi="Arial" w:cs="Arial"/>
                <w:i/>
                <w:sz w:val="20"/>
                <w:szCs w:val="20"/>
              </w:rPr>
              <w:fldChar w:fldCharType="begin"/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instrText>PAGE</w:instrText>
            </w:r>
            <w:r w:rsidR="00415188" w:rsidRPr="00026CDB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E232DA">
              <w:rPr>
                <w:rFonts w:ascii="Arial" w:hAnsi="Arial" w:cs="Arial"/>
                <w:i/>
                <w:noProof/>
                <w:sz w:val="20"/>
                <w:szCs w:val="20"/>
              </w:rPr>
              <w:t>2</w:t>
            </w:r>
            <w:r w:rsidR="00415188" w:rsidRPr="00026CDB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t xml:space="preserve"> z </w:t>
            </w:r>
            <w:r w:rsidR="00415188" w:rsidRPr="00026CDB">
              <w:rPr>
                <w:rFonts w:ascii="Arial" w:hAnsi="Arial" w:cs="Arial"/>
                <w:i/>
                <w:sz w:val="20"/>
                <w:szCs w:val="20"/>
              </w:rPr>
              <w:fldChar w:fldCharType="begin"/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instrText>NUMPAGES</w:instrText>
            </w:r>
            <w:r w:rsidR="00415188" w:rsidRPr="00026CDB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E232DA">
              <w:rPr>
                <w:rFonts w:ascii="Arial" w:hAnsi="Arial" w:cs="Arial"/>
                <w:i/>
                <w:noProof/>
                <w:sz w:val="20"/>
                <w:szCs w:val="20"/>
              </w:rPr>
              <w:t>3</w:t>
            </w:r>
            <w:r w:rsidR="00415188" w:rsidRPr="00026CDB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3349CF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943600" cy="1012825"/>
          <wp:effectExtent l="19050" t="0" r="0" b="0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2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607" w:rsidRDefault="00406607" w:rsidP="000F38F9">
      <w:pPr>
        <w:spacing w:after="0" w:line="240" w:lineRule="auto"/>
      </w:pPr>
      <w:r>
        <w:separator/>
      </w:r>
    </w:p>
  </w:footnote>
  <w:footnote w:type="continuationSeparator" w:id="0">
    <w:p w:rsidR="00406607" w:rsidRDefault="00406607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3349CF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3470" cy="941070"/>
          <wp:effectExtent l="19050" t="0" r="0" b="0"/>
          <wp:docPr id="1" name="Obraz 1" descr="logo_RDOS_Gdańsk_W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41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7B60"/>
    <w:multiLevelType w:val="hybridMultilevel"/>
    <w:tmpl w:val="C6706E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E55080"/>
    <w:multiLevelType w:val="hybridMultilevel"/>
    <w:tmpl w:val="FF82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81514"/>
    <w:multiLevelType w:val="hybridMultilevel"/>
    <w:tmpl w:val="CC32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57F0D"/>
    <w:multiLevelType w:val="hybridMultilevel"/>
    <w:tmpl w:val="B67E8F5A"/>
    <w:lvl w:ilvl="0" w:tplc="D044551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B40AC"/>
    <w:multiLevelType w:val="hybridMultilevel"/>
    <w:tmpl w:val="B1940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00E1E"/>
    <w:multiLevelType w:val="hybridMultilevel"/>
    <w:tmpl w:val="B67E8F5A"/>
    <w:lvl w:ilvl="0" w:tplc="D044551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B2130"/>
    <w:multiLevelType w:val="hybridMultilevel"/>
    <w:tmpl w:val="EB1E77F0"/>
    <w:lvl w:ilvl="0" w:tplc="659A3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106410"/>
    <w:multiLevelType w:val="hybridMultilevel"/>
    <w:tmpl w:val="3CEE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952BC1"/>
    <w:multiLevelType w:val="hybridMultilevel"/>
    <w:tmpl w:val="7D3A8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80139F"/>
    <w:multiLevelType w:val="hybridMultilevel"/>
    <w:tmpl w:val="DBD89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8448A"/>
    <w:multiLevelType w:val="hybridMultilevel"/>
    <w:tmpl w:val="632AC71E"/>
    <w:lvl w:ilvl="0" w:tplc="6B7038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322AAE"/>
    <w:multiLevelType w:val="hybridMultilevel"/>
    <w:tmpl w:val="37369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10"/>
  </w:num>
  <w:num w:numId="9">
    <w:abstractNumId w:val="2"/>
  </w:num>
  <w:num w:numId="10">
    <w:abstractNumId w:val="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83"/>
    <w:rsid w:val="00010A42"/>
    <w:rsid w:val="00026CDB"/>
    <w:rsid w:val="00026F2E"/>
    <w:rsid w:val="00033042"/>
    <w:rsid w:val="00037C21"/>
    <w:rsid w:val="00051423"/>
    <w:rsid w:val="00051F21"/>
    <w:rsid w:val="00053029"/>
    <w:rsid w:val="00055E9F"/>
    <w:rsid w:val="00061BC3"/>
    <w:rsid w:val="000635F5"/>
    <w:rsid w:val="00063F6B"/>
    <w:rsid w:val="0008449D"/>
    <w:rsid w:val="00085A93"/>
    <w:rsid w:val="00086AC9"/>
    <w:rsid w:val="00090F6E"/>
    <w:rsid w:val="00093A02"/>
    <w:rsid w:val="000A0E94"/>
    <w:rsid w:val="000A122A"/>
    <w:rsid w:val="000A46EC"/>
    <w:rsid w:val="000A5CE3"/>
    <w:rsid w:val="000B3035"/>
    <w:rsid w:val="000B5880"/>
    <w:rsid w:val="000C647E"/>
    <w:rsid w:val="000C6CA8"/>
    <w:rsid w:val="000D4173"/>
    <w:rsid w:val="000D70BF"/>
    <w:rsid w:val="000E0E10"/>
    <w:rsid w:val="000F3813"/>
    <w:rsid w:val="000F38F9"/>
    <w:rsid w:val="000F6CE1"/>
    <w:rsid w:val="00101FE4"/>
    <w:rsid w:val="00102184"/>
    <w:rsid w:val="001220AE"/>
    <w:rsid w:val="00126611"/>
    <w:rsid w:val="00127A5D"/>
    <w:rsid w:val="00134467"/>
    <w:rsid w:val="00141D30"/>
    <w:rsid w:val="00147238"/>
    <w:rsid w:val="0015157A"/>
    <w:rsid w:val="00152CA5"/>
    <w:rsid w:val="00156DA8"/>
    <w:rsid w:val="00174ABA"/>
    <w:rsid w:val="00175D69"/>
    <w:rsid w:val="001766D0"/>
    <w:rsid w:val="001768C1"/>
    <w:rsid w:val="001801F0"/>
    <w:rsid w:val="00180AC3"/>
    <w:rsid w:val="00184E69"/>
    <w:rsid w:val="00190B26"/>
    <w:rsid w:val="00194A95"/>
    <w:rsid w:val="00197D7C"/>
    <w:rsid w:val="001A12FD"/>
    <w:rsid w:val="001B2E6C"/>
    <w:rsid w:val="001C35E8"/>
    <w:rsid w:val="001C462C"/>
    <w:rsid w:val="001C4F8B"/>
    <w:rsid w:val="001D1ADC"/>
    <w:rsid w:val="001D6B8E"/>
    <w:rsid w:val="001E0360"/>
    <w:rsid w:val="001E5D3D"/>
    <w:rsid w:val="001E6668"/>
    <w:rsid w:val="001E7363"/>
    <w:rsid w:val="001F2C05"/>
    <w:rsid w:val="001F489F"/>
    <w:rsid w:val="0020106F"/>
    <w:rsid w:val="00202061"/>
    <w:rsid w:val="00203933"/>
    <w:rsid w:val="00203CC6"/>
    <w:rsid w:val="00204263"/>
    <w:rsid w:val="002078CB"/>
    <w:rsid w:val="0021031C"/>
    <w:rsid w:val="00214B05"/>
    <w:rsid w:val="00221F98"/>
    <w:rsid w:val="00225414"/>
    <w:rsid w:val="00241E0A"/>
    <w:rsid w:val="0024534D"/>
    <w:rsid w:val="002471D8"/>
    <w:rsid w:val="00247654"/>
    <w:rsid w:val="002509EE"/>
    <w:rsid w:val="00254DBF"/>
    <w:rsid w:val="00260E91"/>
    <w:rsid w:val="00262C59"/>
    <w:rsid w:val="00277208"/>
    <w:rsid w:val="00295535"/>
    <w:rsid w:val="00297572"/>
    <w:rsid w:val="002A1B9F"/>
    <w:rsid w:val="002A2117"/>
    <w:rsid w:val="002C018D"/>
    <w:rsid w:val="002C2036"/>
    <w:rsid w:val="002C28AF"/>
    <w:rsid w:val="002C4C72"/>
    <w:rsid w:val="002C4ECB"/>
    <w:rsid w:val="002E195E"/>
    <w:rsid w:val="002E4AE8"/>
    <w:rsid w:val="002E6972"/>
    <w:rsid w:val="002E7D91"/>
    <w:rsid w:val="002F1708"/>
    <w:rsid w:val="002F3587"/>
    <w:rsid w:val="002F4EC9"/>
    <w:rsid w:val="002F5883"/>
    <w:rsid w:val="002F6324"/>
    <w:rsid w:val="002F7466"/>
    <w:rsid w:val="0031184D"/>
    <w:rsid w:val="00311BAA"/>
    <w:rsid w:val="00312D02"/>
    <w:rsid w:val="003133EF"/>
    <w:rsid w:val="003149CE"/>
    <w:rsid w:val="0032319E"/>
    <w:rsid w:val="0032588D"/>
    <w:rsid w:val="00326ED9"/>
    <w:rsid w:val="003349CF"/>
    <w:rsid w:val="00337C6C"/>
    <w:rsid w:val="00341461"/>
    <w:rsid w:val="00342586"/>
    <w:rsid w:val="0034697B"/>
    <w:rsid w:val="00350DC0"/>
    <w:rsid w:val="003576C7"/>
    <w:rsid w:val="0036229F"/>
    <w:rsid w:val="00362B29"/>
    <w:rsid w:val="00367199"/>
    <w:rsid w:val="003714E9"/>
    <w:rsid w:val="003744A8"/>
    <w:rsid w:val="00383FDD"/>
    <w:rsid w:val="00385086"/>
    <w:rsid w:val="00390E4A"/>
    <w:rsid w:val="00393829"/>
    <w:rsid w:val="0039389C"/>
    <w:rsid w:val="003958F2"/>
    <w:rsid w:val="00396BCA"/>
    <w:rsid w:val="003978F5"/>
    <w:rsid w:val="003A04D0"/>
    <w:rsid w:val="003A1EC3"/>
    <w:rsid w:val="003B38BB"/>
    <w:rsid w:val="003B3C65"/>
    <w:rsid w:val="003B53EB"/>
    <w:rsid w:val="003C63C8"/>
    <w:rsid w:val="003D3435"/>
    <w:rsid w:val="003D57E2"/>
    <w:rsid w:val="003F14C8"/>
    <w:rsid w:val="003F799B"/>
    <w:rsid w:val="00406401"/>
    <w:rsid w:val="00406607"/>
    <w:rsid w:val="00411437"/>
    <w:rsid w:val="00415188"/>
    <w:rsid w:val="00416E74"/>
    <w:rsid w:val="004200CE"/>
    <w:rsid w:val="00422398"/>
    <w:rsid w:val="00425F85"/>
    <w:rsid w:val="00430F9E"/>
    <w:rsid w:val="00432EAE"/>
    <w:rsid w:val="00435A56"/>
    <w:rsid w:val="00435EBF"/>
    <w:rsid w:val="004371B3"/>
    <w:rsid w:val="00443615"/>
    <w:rsid w:val="00443878"/>
    <w:rsid w:val="00447F95"/>
    <w:rsid w:val="00450078"/>
    <w:rsid w:val="0045097F"/>
    <w:rsid w:val="00471931"/>
    <w:rsid w:val="00473BA6"/>
    <w:rsid w:val="0047650E"/>
    <w:rsid w:val="00476E20"/>
    <w:rsid w:val="00480797"/>
    <w:rsid w:val="004838D4"/>
    <w:rsid w:val="004869AB"/>
    <w:rsid w:val="0049441D"/>
    <w:rsid w:val="004959AC"/>
    <w:rsid w:val="004A0403"/>
    <w:rsid w:val="004A2730"/>
    <w:rsid w:val="004A27C5"/>
    <w:rsid w:val="004A2F36"/>
    <w:rsid w:val="004B2CCB"/>
    <w:rsid w:val="004B7618"/>
    <w:rsid w:val="004D5097"/>
    <w:rsid w:val="004D52F9"/>
    <w:rsid w:val="004D7982"/>
    <w:rsid w:val="004E06C9"/>
    <w:rsid w:val="004E165F"/>
    <w:rsid w:val="004E1868"/>
    <w:rsid w:val="004F17FF"/>
    <w:rsid w:val="004F638B"/>
    <w:rsid w:val="00500E48"/>
    <w:rsid w:val="005061AE"/>
    <w:rsid w:val="0051300A"/>
    <w:rsid w:val="0051715C"/>
    <w:rsid w:val="00520E48"/>
    <w:rsid w:val="00521498"/>
    <w:rsid w:val="00522C1A"/>
    <w:rsid w:val="00526CE4"/>
    <w:rsid w:val="00537013"/>
    <w:rsid w:val="00537F5B"/>
    <w:rsid w:val="005418EC"/>
    <w:rsid w:val="0054224B"/>
    <w:rsid w:val="0054231C"/>
    <w:rsid w:val="0054781B"/>
    <w:rsid w:val="005515D7"/>
    <w:rsid w:val="00551D5D"/>
    <w:rsid w:val="00557477"/>
    <w:rsid w:val="00557FD4"/>
    <w:rsid w:val="00564623"/>
    <w:rsid w:val="005725C0"/>
    <w:rsid w:val="005744DC"/>
    <w:rsid w:val="00593A3B"/>
    <w:rsid w:val="005958F4"/>
    <w:rsid w:val="00597D05"/>
    <w:rsid w:val="005A3738"/>
    <w:rsid w:val="005A6D14"/>
    <w:rsid w:val="005B5119"/>
    <w:rsid w:val="005C45E3"/>
    <w:rsid w:val="005C7609"/>
    <w:rsid w:val="005D0A96"/>
    <w:rsid w:val="005D2F72"/>
    <w:rsid w:val="005D4FCD"/>
    <w:rsid w:val="005E1CC4"/>
    <w:rsid w:val="005E5BD5"/>
    <w:rsid w:val="005F482A"/>
    <w:rsid w:val="005F4F3B"/>
    <w:rsid w:val="00600544"/>
    <w:rsid w:val="00613B32"/>
    <w:rsid w:val="006170C8"/>
    <w:rsid w:val="0062060B"/>
    <w:rsid w:val="0062316B"/>
    <w:rsid w:val="00624962"/>
    <w:rsid w:val="00624A8D"/>
    <w:rsid w:val="00626F39"/>
    <w:rsid w:val="00627068"/>
    <w:rsid w:val="00630036"/>
    <w:rsid w:val="00633F2F"/>
    <w:rsid w:val="006503E6"/>
    <w:rsid w:val="00654E9E"/>
    <w:rsid w:val="0066475E"/>
    <w:rsid w:val="006657C0"/>
    <w:rsid w:val="00667117"/>
    <w:rsid w:val="00676831"/>
    <w:rsid w:val="00683207"/>
    <w:rsid w:val="00690C71"/>
    <w:rsid w:val="00697388"/>
    <w:rsid w:val="006A03DF"/>
    <w:rsid w:val="006A400D"/>
    <w:rsid w:val="006A46DF"/>
    <w:rsid w:val="006A4C87"/>
    <w:rsid w:val="006A59DB"/>
    <w:rsid w:val="006D2A1F"/>
    <w:rsid w:val="006D563C"/>
    <w:rsid w:val="006D69E4"/>
    <w:rsid w:val="006E025D"/>
    <w:rsid w:val="006E3A3D"/>
    <w:rsid w:val="006E4F05"/>
    <w:rsid w:val="006F3D4C"/>
    <w:rsid w:val="006F512D"/>
    <w:rsid w:val="006F5FBA"/>
    <w:rsid w:val="00700C6B"/>
    <w:rsid w:val="00705E77"/>
    <w:rsid w:val="00720457"/>
    <w:rsid w:val="00721AE7"/>
    <w:rsid w:val="007250A7"/>
    <w:rsid w:val="00731605"/>
    <w:rsid w:val="0073311B"/>
    <w:rsid w:val="00740E01"/>
    <w:rsid w:val="0075095D"/>
    <w:rsid w:val="007534B9"/>
    <w:rsid w:val="00755F69"/>
    <w:rsid w:val="00762D7D"/>
    <w:rsid w:val="007726C9"/>
    <w:rsid w:val="00785EDD"/>
    <w:rsid w:val="007876CB"/>
    <w:rsid w:val="007A15BD"/>
    <w:rsid w:val="007A4995"/>
    <w:rsid w:val="007A5E9C"/>
    <w:rsid w:val="007A7EBB"/>
    <w:rsid w:val="007B08FA"/>
    <w:rsid w:val="007B14F8"/>
    <w:rsid w:val="007B5595"/>
    <w:rsid w:val="007C3DF8"/>
    <w:rsid w:val="007D7C22"/>
    <w:rsid w:val="007E0757"/>
    <w:rsid w:val="007E14B2"/>
    <w:rsid w:val="007E28EB"/>
    <w:rsid w:val="007F0AA9"/>
    <w:rsid w:val="0080471C"/>
    <w:rsid w:val="008053E2"/>
    <w:rsid w:val="00812A72"/>
    <w:rsid w:val="00812CEA"/>
    <w:rsid w:val="00815B2E"/>
    <w:rsid w:val="00823EB8"/>
    <w:rsid w:val="00830C96"/>
    <w:rsid w:val="00831173"/>
    <w:rsid w:val="008335F9"/>
    <w:rsid w:val="00833C07"/>
    <w:rsid w:val="00834CFF"/>
    <w:rsid w:val="008358C9"/>
    <w:rsid w:val="0083729E"/>
    <w:rsid w:val="008421C8"/>
    <w:rsid w:val="0085274A"/>
    <w:rsid w:val="00863155"/>
    <w:rsid w:val="00871467"/>
    <w:rsid w:val="008853A4"/>
    <w:rsid w:val="00887A24"/>
    <w:rsid w:val="00890776"/>
    <w:rsid w:val="008A1C74"/>
    <w:rsid w:val="008B6E97"/>
    <w:rsid w:val="008D01F9"/>
    <w:rsid w:val="008D112E"/>
    <w:rsid w:val="008D264D"/>
    <w:rsid w:val="008D2C0A"/>
    <w:rsid w:val="008D77DE"/>
    <w:rsid w:val="008E4B07"/>
    <w:rsid w:val="008E5D00"/>
    <w:rsid w:val="008E7D3C"/>
    <w:rsid w:val="008F3CC6"/>
    <w:rsid w:val="008F57B6"/>
    <w:rsid w:val="008F62E3"/>
    <w:rsid w:val="0090374F"/>
    <w:rsid w:val="00912674"/>
    <w:rsid w:val="009126DF"/>
    <w:rsid w:val="0091619F"/>
    <w:rsid w:val="009167CB"/>
    <w:rsid w:val="00920479"/>
    <w:rsid w:val="009301BF"/>
    <w:rsid w:val="009323E5"/>
    <w:rsid w:val="009365DE"/>
    <w:rsid w:val="00937F04"/>
    <w:rsid w:val="00943DC1"/>
    <w:rsid w:val="00944418"/>
    <w:rsid w:val="00951C0C"/>
    <w:rsid w:val="009535F8"/>
    <w:rsid w:val="00961420"/>
    <w:rsid w:val="00961D10"/>
    <w:rsid w:val="0096370D"/>
    <w:rsid w:val="00964146"/>
    <w:rsid w:val="00970EA9"/>
    <w:rsid w:val="009731DA"/>
    <w:rsid w:val="00973F8C"/>
    <w:rsid w:val="00975A1D"/>
    <w:rsid w:val="00976E0E"/>
    <w:rsid w:val="00980930"/>
    <w:rsid w:val="00983EC1"/>
    <w:rsid w:val="009949ED"/>
    <w:rsid w:val="009A0DBD"/>
    <w:rsid w:val="009A2198"/>
    <w:rsid w:val="009A3888"/>
    <w:rsid w:val="009A7262"/>
    <w:rsid w:val="009B3EB0"/>
    <w:rsid w:val="009B4666"/>
    <w:rsid w:val="009C40DE"/>
    <w:rsid w:val="009C4AA2"/>
    <w:rsid w:val="009C4DAB"/>
    <w:rsid w:val="009C7AE0"/>
    <w:rsid w:val="009D6EAF"/>
    <w:rsid w:val="009E5CA9"/>
    <w:rsid w:val="009F094A"/>
    <w:rsid w:val="009F217E"/>
    <w:rsid w:val="009F5924"/>
    <w:rsid w:val="009F5A66"/>
    <w:rsid w:val="009F7301"/>
    <w:rsid w:val="00A02811"/>
    <w:rsid w:val="00A0345E"/>
    <w:rsid w:val="00A051DC"/>
    <w:rsid w:val="00A06FED"/>
    <w:rsid w:val="00A20FE6"/>
    <w:rsid w:val="00A21B1A"/>
    <w:rsid w:val="00A22495"/>
    <w:rsid w:val="00A25CAB"/>
    <w:rsid w:val="00A26720"/>
    <w:rsid w:val="00A31B45"/>
    <w:rsid w:val="00A52DCC"/>
    <w:rsid w:val="00A54E38"/>
    <w:rsid w:val="00A61476"/>
    <w:rsid w:val="00A61F28"/>
    <w:rsid w:val="00A63179"/>
    <w:rsid w:val="00A65395"/>
    <w:rsid w:val="00A66F4C"/>
    <w:rsid w:val="00A7265E"/>
    <w:rsid w:val="00A72B4C"/>
    <w:rsid w:val="00A72EFD"/>
    <w:rsid w:val="00A74074"/>
    <w:rsid w:val="00A75258"/>
    <w:rsid w:val="00A76069"/>
    <w:rsid w:val="00A8064B"/>
    <w:rsid w:val="00A84E5A"/>
    <w:rsid w:val="00A9313E"/>
    <w:rsid w:val="00AA00E0"/>
    <w:rsid w:val="00AA261B"/>
    <w:rsid w:val="00AA4ABE"/>
    <w:rsid w:val="00AB15C0"/>
    <w:rsid w:val="00AB651A"/>
    <w:rsid w:val="00AC6910"/>
    <w:rsid w:val="00AC7083"/>
    <w:rsid w:val="00AD7151"/>
    <w:rsid w:val="00AE1BF8"/>
    <w:rsid w:val="00AE1E84"/>
    <w:rsid w:val="00AE606F"/>
    <w:rsid w:val="00AF0B90"/>
    <w:rsid w:val="00AF2CE3"/>
    <w:rsid w:val="00B07943"/>
    <w:rsid w:val="00B10931"/>
    <w:rsid w:val="00B1236B"/>
    <w:rsid w:val="00B12630"/>
    <w:rsid w:val="00B15FB6"/>
    <w:rsid w:val="00B21AA1"/>
    <w:rsid w:val="00B30C34"/>
    <w:rsid w:val="00B325F9"/>
    <w:rsid w:val="00B40FDA"/>
    <w:rsid w:val="00B4366F"/>
    <w:rsid w:val="00B502B2"/>
    <w:rsid w:val="00B54926"/>
    <w:rsid w:val="00B54D90"/>
    <w:rsid w:val="00B55290"/>
    <w:rsid w:val="00B62DDA"/>
    <w:rsid w:val="00B64909"/>
    <w:rsid w:val="00B67D58"/>
    <w:rsid w:val="00B67DE2"/>
    <w:rsid w:val="00B67E96"/>
    <w:rsid w:val="00B80E6D"/>
    <w:rsid w:val="00B84DF0"/>
    <w:rsid w:val="00B858A9"/>
    <w:rsid w:val="00B8658A"/>
    <w:rsid w:val="00B86EF5"/>
    <w:rsid w:val="00B87ADD"/>
    <w:rsid w:val="00B977DC"/>
    <w:rsid w:val="00BB01CA"/>
    <w:rsid w:val="00BB3EBF"/>
    <w:rsid w:val="00BB5C77"/>
    <w:rsid w:val="00BC08FF"/>
    <w:rsid w:val="00BC407A"/>
    <w:rsid w:val="00BE147E"/>
    <w:rsid w:val="00BE78DC"/>
    <w:rsid w:val="00BF0C9C"/>
    <w:rsid w:val="00BF2593"/>
    <w:rsid w:val="00BF332E"/>
    <w:rsid w:val="00BF4C5F"/>
    <w:rsid w:val="00C03217"/>
    <w:rsid w:val="00C106CC"/>
    <w:rsid w:val="00C1507F"/>
    <w:rsid w:val="00C15C8B"/>
    <w:rsid w:val="00C21F34"/>
    <w:rsid w:val="00C27AED"/>
    <w:rsid w:val="00C30DA0"/>
    <w:rsid w:val="00C345B7"/>
    <w:rsid w:val="00C4061E"/>
    <w:rsid w:val="00C51193"/>
    <w:rsid w:val="00C5625B"/>
    <w:rsid w:val="00C71350"/>
    <w:rsid w:val="00C80B08"/>
    <w:rsid w:val="00C84C5F"/>
    <w:rsid w:val="00C879F8"/>
    <w:rsid w:val="00C97542"/>
    <w:rsid w:val="00CA3B3C"/>
    <w:rsid w:val="00CA64DA"/>
    <w:rsid w:val="00CB3749"/>
    <w:rsid w:val="00CC33F5"/>
    <w:rsid w:val="00CC3402"/>
    <w:rsid w:val="00CC3896"/>
    <w:rsid w:val="00CC3E7D"/>
    <w:rsid w:val="00CD781B"/>
    <w:rsid w:val="00CE0D41"/>
    <w:rsid w:val="00CE5124"/>
    <w:rsid w:val="00CE55FA"/>
    <w:rsid w:val="00CF0032"/>
    <w:rsid w:val="00CF0B17"/>
    <w:rsid w:val="00CF136F"/>
    <w:rsid w:val="00D06763"/>
    <w:rsid w:val="00D16970"/>
    <w:rsid w:val="00D173B8"/>
    <w:rsid w:val="00D212A5"/>
    <w:rsid w:val="00D26CC4"/>
    <w:rsid w:val="00D27CE7"/>
    <w:rsid w:val="00D32B28"/>
    <w:rsid w:val="00D338CB"/>
    <w:rsid w:val="00D401B3"/>
    <w:rsid w:val="00D42527"/>
    <w:rsid w:val="00D47B4A"/>
    <w:rsid w:val="00D556EF"/>
    <w:rsid w:val="00D6320F"/>
    <w:rsid w:val="00D740BB"/>
    <w:rsid w:val="00D90AD7"/>
    <w:rsid w:val="00D971E8"/>
    <w:rsid w:val="00DA13BF"/>
    <w:rsid w:val="00DA4763"/>
    <w:rsid w:val="00DB553B"/>
    <w:rsid w:val="00DB5AA8"/>
    <w:rsid w:val="00DD013A"/>
    <w:rsid w:val="00DD695D"/>
    <w:rsid w:val="00DE3A1E"/>
    <w:rsid w:val="00DF236C"/>
    <w:rsid w:val="00DF45B9"/>
    <w:rsid w:val="00E04DA3"/>
    <w:rsid w:val="00E05999"/>
    <w:rsid w:val="00E06C5E"/>
    <w:rsid w:val="00E11F07"/>
    <w:rsid w:val="00E12C22"/>
    <w:rsid w:val="00E1523D"/>
    <w:rsid w:val="00E1684D"/>
    <w:rsid w:val="00E201B7"/>
    <w:rsid w:val="00E22341"/>
    <w:rsid w:val="00E232DA"/>
    <w:rsid w:val="00E30795"/>
    <w:rsid w:val="00E3126E"/>
    <w:rsid w:val="00E33E98"/>
    <w:rsid w:val="00E37929"/>
    <w:rsid w:val="00E37A77"/>
    <w:rsid w:val="00E40E5E"/>
    <w:rsid w:val="00E5354F"/>
    <w:rsid w:val="00E5540E"/>
    <w:rsid w:val="00E556F5"/>
    <w:rsid w:val="00E60D74"/>
    <w:rsid w:val="00E6147F"/>
    <w:rsid w:val="00E6670D"/>
    <w:rsid w:val="00E67481"/>
    <w:rsid w:val="00E71F4C"/>
    <w:rsid w:val="00E732DF"/>
    <w:rsid w:val="00E74444"/>
    <w:rsid w:val="00E80B38"/>
    <w:rsid w:val="00E8423B"/>
    <w:rsid w:val="00E84DDA"/>
    <w:rsid w:val="00E9611E"/>
    <w:rsid w:val="00EB02BB"/>
    <w:rsid w:val="00EB38F2"/>
    <w:rsid w:val="00EC0A55"/>
    <w:rsid w:val="00EC0FF1"/>
    <w:rsid w:val="00EC2877"/>
    <w:rsid w:val="00EC7CB8"/>
    <w:rsid w:val="00ED0810"/>
    <w:rsid w:val="00ED2439"/>
    <w:rsid w:val="00ED3919"/>
    <w:rsid w:val="00EE631C"/>
    <w:rsid w:val="00EE7BA2"/>
    <w:rsid w:val="00EF5924"/>
    <w:rsid w:val="00EF5AA1"/>
    <w:rsid w:val="00F018AE"/>
    <w:rsid w:val="00F030DB"/>
    <w:rsid w:val="00F048B2"/>
    <w:rsid w:val="00F1005E"/>
    <w:rsid w:val="00F20919"/>
    <w:rsid w:val="00F24447"/>
    <w:rsid w:val="00F26C35"/>
    <w:rsid w:val="00F27D06"/>
    <w:rsid w:val="00F318C7"/>
    <w:rsid w:val="00F31C60"/>
    <w:rsid w:val="00F34458"/>
    <w:rsid w:val="00F51920"/>
    <w:rsid w:val="00F63300"/>
    <w:rsid w:val="00F63467"/>
    <w:rsid w:val="00F67B1E"/>
    <w:rsid w:val="00F67FB6"/>
    <w:rsid w:val="00F707F8"/>
    <w:rsid w:val="00F713A3"/>
    <w:rsid w:val="00F7576F"/>
    <w:rsid w:val="00F87B12"/>
    <w:rsid w:val="00F919FD"/>
    <w:rsid w:val="00F9387B"/>
    <w:rsid w:val="00FA7B82"/>
    <w:rsid w:val="00FC024C"/>
    <w:rsid w:val="00FC2607"/>
    <w:rsid w:val="00FC3EEA"/>
    <w:rsid w:val="00FD163A"/>
    <w:rsid w:val="00FD2C82"/>
    <w:rsid w:val="00FD3A4D"/>
    <w:rsid w:val="00FE148C"/>
    <w:rsid w:val="00FE40F6"/>
    <w:rsid w:val="00FE7D5F"/>
    <w:rsid w:val="00FE7DCA"/>
    <w:rsid w:val="00FF1ACA"/>
    <w:rsid w:val="00FF3A71"/>
    <w:rsid w:val="00FF49AA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9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0A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6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2E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2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2E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7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708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1708"/>
    <w:rPr>
      <w:vertAlign w:val="superscript"/>
    </w:rPr>
  </w:style>
  <w:style w:type="paragraph" w:customStyle="1" w:styleId="Akapitzlist1">
    <w:name w:val="Akapit z listą1"/>
    <w:basedOn w:val="Normalny"/>
    <w:rsid w:val="003B3C65"/>
    <w:pPr>
      <w:suppressAutoHyphens/>
      <w:ind w:left="720"/>
    </w:pPr>
    <w:rPr>
      <w:lang w:eastAsia="ar-SA"/>
    </w:rPr>
  </w:style>
  <w:style w:type="paragraph" w:customStyle="1" w:styleId="Akapitzlist3">
    <w:name w:val="Akapit z listą3"/>
    <w:basedOn w:val="Normalny"/>
    <w:rsid w:val="00480797"/>
    <w:pPr>
      <w:suppressAutoHyphens/>
      <w:ind w:left="720"/>
    </w:pPr>
    <w:rPr>
      <w:lang w:eastAsia="ar-SA"/>
    </w:rPr>
  </w:style>
  <w:style w:type="paragraph" w:customStyle="1" w:styleId="Akapitzlist4">
    <w:name w:val="Akapit z listą4"/>
    <w:basedOn w:val="Normalny"/>
    <w:rsid w:val="009B4666"/>
    <w:pPr>
      <w:suppressAutoHyphens/>
      <w:ind w:left="720"/>
    </w:pPr>
    <w:rPr>
      <w:lang w:eastAsia="ar-SA"/>
    </w:rPr>
  </w:style>
  <w:style w:type="paragraph" w:styleId="Poprawka">
    <w:name w:val="Revision"/>
    <w:hidden/>
    <w:uiPriority w:val="99"/>
    <w:semiHidden/>
    <w:rsid w:val="00E11F0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9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0A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6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2E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2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2E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7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708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1708"/>
    <w:rPr>
      <w:vertAlign w:val="superscript"/>
    </w:rPr>
  </w:style>
  <w:style w:type="paragraph" w:customStyle="1" w:styleId="Akapitzlist1">
    <w:name w:val="Akapit z listą1"/>
    <w:basedOn w:val="Normalny"/>
    <w:rsid w:val="003B3C65"/>
    <w:pPr>
      <w:suppressAutoHyphens/>
      <w:ind w:left="720"/>
    </w:pPr>
    <w:rPr>
      <w:lang w:eastAsia="ar-SA"/>
    </w:rPr>
  </w:style>
  <w:style w:type="paragraph" w:customStyle="1" w:styleId="Akapitzlist3">
    <w:name w:val="Akapit z listą3"/>
    <w:basedOn w:val="Normalny"/>
    <w:rsid w:val="00480797"/>
    <w:pPr>
      <w:suppressAutoHyphens/>
      <w:ind w:left="720"/>
    </w:pPr>
    <w:rPr>
      <w:lang w:eastAsia="ar-SA"/>
    </w:rPr>
  </w:style>
  <w:style w:type="paragraph" w:customStyle="1" w:styleId="Akapitzlist4">
    <w:name w:val="Akapit z listą4"/>
    <w:basedOn w:val="Normalny"/>
    <w:rsid w:val="009B4666"/>
    <w:pPr>
      <w:suppressAutoHyphens/>
      <w:ind w:left="720"/>
    </w:pPr>
    <w:rPr>
      <w:lang w:eastAsia="ar-SA"/>
    </w:rPr>
  </w:style>
  <w:style w:type="paragraph" w:styleId="Poprawka">
    <w:name w:val="Revision"/>
    <w:hidden/>
    <w:uiPriority w:val="99"/>
    <w:semiHidden/>
    <w:rsid w:val="00E11F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nna%20Szefler\6323-nadz&#243;r%20nad%20Natur&#261;%202000\2017\6323.19.2017_wycinka_do&#322;&#380;ycki\RDOS_Gda&#324;sk_WOCh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0358A-4D19-4491-8CC8-DC1E8128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RDOS_Gdańsk_WOCh</Template>
  <TotalTime>2</TotalTime>
  <Pages>3</Pages>
  <Words>1514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a.szefler</dc:creator>
  <cp:lastModifiedBy>Izabela Wawrzyniak-Karłowska</cp:lastModifiedBy>
  <cp:revision>3</cp:revision>
  <cp:lastPrinted>2017-12-07T08:32:00Z</cp:lastPrinted>
  <dcterms:created xsi:type="dcterms:W3CDTF">2017-12-07T08:30:00Z</dcterms:created>
  <dcterms:modified xsi:type="dcterms:W3CDTF">2017-12-07T08:32:00Z</dcterms:modified>
</cp:coreProperties>
</file>