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74" w:rsidRDefault="0039035D" w:rsidP="008A1C74">
      <w:pPr>
        <w:spacing w:after="0" w:line="30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Gdańsk, dnia 28</w:t>
      </w:r>
      <w:r w:rsidR="008A1C74">
        <w:rPr>
          <w:rFonts w:ascii="Arial" w:hAnsi="Arial" w:cs="Arial"/>
        </w:rPr>
        <w:t>.11.2017 r.</w:t>
      </w:r>
    </w:p>
    <w:p w:rsidR="008A1C74" w:rsidRDefault="008A1C74" w:rsidP="008A1C74">
      <w:pPr>
        <w:spacing w:after="0" w:line="300" w:lineRule="auto"/>
        <w:rPr>
          <w:rFonts w:ascii="Arial" w:hAnsi="Arial" w:cs="Arial"/>
        </w:rPr>
      </w:pPr>
      <w:r>
        <w:rPr>
          <w:rFonts w:ascii="Arial" w:hAnsi="Arial" w:cs="Arial"/>
        </w:rPr>
        <w:t>RDOŚ-Gd-WOC.6320.5</w:t>
      </w:r>
      <w:r w:rsidRPr="00C11B23">
        <w:rPr>
          <w:rFonts w:ascii="Arial" w:hAnsi="Arial" w:cs="Arial"/>
        </w:rPr>
        <w:t>.2017</w:t>
      </w:r>
      <w:r>
        <w:rPr>
          <w:rFonts w:ascii="Arial" w:hAnsi="Arial" w:cs="Arial"/>
        </w:rPr>
        <w:t>.asz</w:t>
      </w:r>
    </w:p>
    <w:p w:rsidR="008A1C74" w:rsidRDefault="008A1C74" w:rsidP="008A1C74">
      <w:pPr>
        <w:spacing w:after="0" w:line="300" w:lineRule="auto"/>
        <w:rPr>
          <w:rFonts w:ascii="Arial" w:hAnsi="Arial" w:cs="Arial"/>
        </w:rPr>
      </w:pPr>
    </w:p>
    <w:p w:rsidR="008A1C74" w:rsidRDefault="008A1C74" w:rsidP="008A1C74">
      <w:pPr>
        <w:spacing w:after="0" w:line="300" w:lineRule="auto"/>
        <w:rPr>
          <w:rFonts w:ascii="Arial" w:hAnsi="Arial" w:cs="Arial"/>
        </w:rPr>
      </w:pPr>
    </w:p>
    <w:p w:rsidR="008A1C74" w:rsidRDefault="008A1C74" w:rsidP="008A1C74">
      <w:pPr>
        <w:spacing w:after="0" w:line="30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OBWIESZCZENIE</w:t>
      </w:r>
    </w:p>
    <w:p w:rsidR="008A1C74" w:rsidRDefault="008A1C74" w:rsidP="008A1C74">
      <w:pPr>
        <w:spacing w:after="100" w:line="30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Regionalnego Dyrektora Ochrony Środowiska w Gdańsku</w:t>
      </w:r>
    </w:p>
    <w:p w:rsidR="008A1C74" w:rsidRDefault="008A1C74" w:rsidP="008A1C74">
      <w:pPr>
        <w:spacing w:after="100" w:line="300" w:lineRule="auto"/>
        <w:jc w:val="center"/>
        <w:rPr>
          <w:rFonts w:ascii="Arial" w:hAnsi="Arial" w:cs="Arial"/>
        </w:rPr>
      </w:pPr>
    </w:p>
    <w:p w:rsidR="008A1C74" w:rsidRPr="00E76223" w:rsidRDefault="008A1C74" w:rsidP="008A1C74">
      <w:pPr>
        <w:spacing w:after="0" w:line="30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art. 28 ust. 4 ustawy z dnia 16 kwietnia 2004 r. o ochronie przyrody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Dz. U. z 2016 r. poz. 2134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związku z art. 39 </w:t>
      </w:r>
      <w:r w:rsidR="005515D7">
        <w:rPr>
          <w:rFonts w:ascii="Arial" w:hAnsi="Arial" w:cs="Arial"/>
        </w:rPr>
        <w:t xml:space="preserve">ust. 1 </w:t>
      </w:r>
      <w:r>
        <w:rPr>
          <w:rFonts w:ascii="Arial" w:hAnsi="Arial" w:cs="Arial"/>
        </w:rPr>
        <w:t>ustawy z dnia 3 października 2008 r. o udostępnianiu informacji o środowisku i jego ochronie, udziale społeczeństwa w ochronie środowiska oraz o ocenach oddziaływania na środowisko (</w:t>
      </w:r>
      <w:proofErr w:type="spellStart"/>
      <w:r w:rsidR="00A74074">
        <w:rPr>
          <w:rFonts w:ascii="Arial" w:hAnsi="Arial" w:cs="Arial"/>
        </w:rPr>
        <w:t>t.j</w:t>
      </w:r>
      <w:proofErr w:type="spellEnd"/>
      <w:r w:rsidR="00A74074">
        <w:rPr>
          <w:rFonts w:ascii="Arial" w:hAnsi="Arial" w:cs="Arial"/>
        </w:rPr>
        <w:t xml:space="preserve">. </w:t>
      </w:r>
      <w:proofErr w:type="spellStart"/>
      <w:r w:rsidR="00A74074">
        <w:rPr>
          <w:rFonts w:ascii="Arial" w:hAnsi="Arial" w:cs="Arial"/>
        </w:rPr>
        <w:t>Dz.</w:t>
      </w:r>
      <w:r w:rsidR="00422398" w:rsidRPr="00422398">
        <w:rPr>
          <w:rFonts w:ascii="Arial" w:hAnsi="Arial" w:cs="Arial"/>
        </w:rPr>
        <w:t>U</w:t>
      </w:r>
      <w:proofErr w:type="spellEnd"/>
      <w:r w:rsidR="00422398" w:rsidRPr="00422398">
        <w:rPr>
          <w:rFonts w:ascii="Arial" w:hAnsi="Arial" w:cs="Arial"/>
        </w:rPr>
        <w:t>. z 2017 r. poz. 1405</w:t>
      </w:r>
      <w:r>
        <w:rPr>
          <w:rFonts w:ascii="Arial" w:hAnsi="Arial" w:cs="Arial"/>
        </w:rPr>
        <w:t>),</w:t>
      </w:r>
    </w:p>
    <w:p w:rsidR="008A1C74" w:rsidRDefault="008A1C74" w:rsidP="008A1C74">
      <w:pPr>
        <w:spacing w:after="0" w:line="30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Regionalny Dyrektor Ochrony Środowiska w Gdańsku podaje do publicznej wiadomości informację o:</w:t>
      </w:r>
    </w:p>
    <w:p w:rsidR="008A1C74" w:rsidRDefault="008A1C74" w:rsidP="008A1C74">
      <w:pPr>
        <w:spacing w:after="0" w:line="30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przystąpieniu do zmiany planów zadań ochronnych dla obszarów Natura 2000: </w:t>
      </w:r>
      <w:r w:rsidR="00BE78DC">
        <w:rPr>
          <w:rFonts w:ascii="Arial" w:hAnsi="Arial" w:cs="Arial"/>
          <w:b/>
        </w:rPr>
        <w:t>B</w:t>
      </w:r>
      <w:r w:rsidRPr="006C14B7">
        <w:rPr>
          <w:rFonts w:ascii="Arial" w:hAnsi="Arial" w:cs="Arial"/>
          <w:b/>
        </w:rPr>
        <w:t>ory Tucholskie PLB220009, Jeziora Wdzydzkie PLH220034</w:t>
      </w:r>
      <w:r>
        <w:rPr>
          <w:rFonts w:ascii="Arial" w:hAnsi="Arial" w:cs="Arial"/>
          <w:b/>
        </w:rPr>
        <w:t>;</w:t>
      </w:r>
    </w:p>
    <w:p w:rsidR="008A1C74" w:rsidRDefault="008A1C74" w:rsidP="008A1C74">
      <w:pPr>
        <w:spacing w:after="0"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przystąpieniu do </w:t>
      </w:r>
      <w:r w:rsidR="00B87ADD">
        <w:rPr>
          <w:rFonts w:ascii="Arial" w:hAnsi="Arial" w:cs="Arial"/>
          <w:b/>
        </w:rPr>
        <w:t>sporządzania</w:t>
      </w:r>
      <w:r>
        <w:rPr>
          <w:rFonts w:ascii="Arial" w:hAnsi="Arial" w:cs="Arial"/>
          <w:b/>
        </w:rPr>
        <w:t xml:space="preserve"> projektu planu zadań ochronnych dla obszaru Natura 2000 </w:t>
      </w:r>
      <w:r w:rsidRPr="00735518">
        <w:rPr>
          <w:rFonts w:ascii="Arial" w:hAnsi="Arial" w:cs="Arial"/>
          <w:b/>
        </w:rPr>
        <w:t>Dolina Łupawy PLH220036</w:t>
      </w:r>
      <w:r>
        <w:rPr>
          <w:rFonts w:ascii="Arial" w:hAnsi="Arial" w:cs="Arial"/>
          <w:b/>
        </w:rPr>
        <w:t>.</w:t>
      </w:r>
    </w:p>
    <w:p w:rsidR="008A1C74" w:rsidRDefault="008A1C74" w:rsidP="008A1C74">
      <w:pPr>
        <w:spacing w:after="100" w:line="300" w:lineRule="auto"/>
        <w:ind w:firstLine="851"/>
        <w:jc w:val="both"/>
      </w:pPr>
      <w:r>
        <w:rPr>
          <w:rFonts w:ascii="Arial" w:hAnsi="Arial" w:cs="Arial"/>
        </w:rPr>
        <w:t xml:space="preserve">Z projektami zarządzeń można zapoznać się w siedzibie Regionalnej Dyrekcji Ochrony Środowiska w Gdańsku, ul. Chmielna 54/57, 80-748 Gdańsk (po uprzednim uzgodnieniu terminu pod nr tel. 58 68 36 828) oraz na stronie internetowej </w:t>
      </w:r>
      <w:r>
        <w:rPr>
          <w:rFonts w:ascii="Arial" w:hAnsi="Arial" w:cs="Arial"/>
          <w:u w:val="single"/>
        </w:rPr>
        <w:t>h</w:t>
      </w:r>
      <w:r w:rsidR="00A74074">
        <w:rPr>
          <w:rFonts w:ascii="Arial" w:hAnsi="Arial" w:cs="Arial"/>
          <w:u w:val="single"/>
        </w:rPr>
        <w:t xml:space="preserve">ttp://bip.gdansk.rdos.gov.pl, w </w:t>
      </w:r>
      <w:r>
        <w:rPr>
          <w:rFonts w:ascii="Arial" w:hAnsi="Arial" w:cs="Arial"/>
          <w:u w:val="single"/>
        </w:rPr>
        <w:t>zakładce Obwieszczenia i zawiadomienia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b/>
          <w:u w:val="single"/>
        </w:rPr>
        <w:t xml:space="preserve">Uwagi i wnioski do projektów zarządzeń można składać do dnia </w:t>
      </w:r>
      <w:r w:rsidR="009365DE">
        <w:rPr>
          <w:rFonts w:ascii="Arial" w:hAnsi="Arial" w:cs="Arial"/>
          <w:b/>
          <w:u w:val="single"/>
        </w:rPr>
        <w:t>29</w:t>
      </w:r>
      <w:r>
        <w:rPr>
          <w:rFonts w:ascii="Arial" w:hAnsi="Arial" w:cs="Arial"/>
          <w:b/>
          <w:u w:val="single"/>
        </w:rPr>
        <w:t>.12.2017 r.</w:t>
      </w:r>
      <w:r>
        <w:rPr>
          <w:rFonts w:ascii="Arial" w:hAnsi="Arial" w:cs="Arial"/>
        </w:rPr>
        <w:t xml:space="preserve"> w formie pisemnej, ustnie do protokołu oraz za pomocą środków komunikacji elektronicznej bez konieczności opatrywania ich bezpiecznym podpisem elektronicznym na adres elektroniczny </w:t>
      </w:r>
      <w:r>
        <w:rPr>
          <w:rFonts w:ascii="Arial" w:hAnsi="Arial" w:cs="Arial"/>
          <w:u w:val="single"/>
        </w:rPr>
        <w:t>sekretariat.gdansk@rdos.gov.pl</w:t>
      </w:r>
      <w:r>
        <w:rPr>
          <w:rFonts w:ascii="Arial" w:hAnsi="Arial" w:cs="Arial"/>
        </w:rPr>
        <w:t>. Uwagi i wnioski złożone po upływie wskazanego terminu pozostaną bez rozpatrzenia. Organem właściwym do rozpatrzenia uwag i wniosków jest Regionalny Dyrektor Ochrony Środowiska w Gdańsku.</w:t>
      </w:r>
    </w:p>
    <w:p w:rsidR="00980930" w:rsidRPr="008A1C74" w:rsidRDefault="00980930" w:rsidP="008A1C74">
      <w:pPr>
        <w:rPr>
          <w:szCs w:val="20"/>
        </w:rPr>
      </w:pPr>
    </w:p>
    <w:sectPr w:rsidR="00980930" w:rsidRPr="008A1C74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54B" w:rsidRDefault="00BA254B" w:rsidP="000F38F9">
      <w:pPr>
        <w:spacing w:after="0" w:line="240" w:lineRule="auto"/>
      </w:pPr>
      <w:r>
        <w:separator/>
      </w:r>
    </w:p>
  </w:endnote>
  <w:endnote w:type="continuationSeparator" w:id="0">
    <w:p w:rsidR="00BA254B" w:rsidRDefault="00BA254B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i/>
        <w:sz w:val="20"/>
        <w:szCs w:val="20"/>
      </w:rPr>
      <w:id w:val="2091184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AC7083" w:rsidRPr="00F1005E" w:rsidRDefault="003B3C65" w:rsidP="00F1005E">
            <w:pPr>
              <w:pStyle w:val="Stopka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RDOŚ-Gd-WOC.6320.2.2016.asz.1</w:t>
            </w:r>
            <w:r w:rsidR="009B4666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="00202061">
              <w:rPr>
                <w:rFonts w:ascii="Arial" w:hAnsi="Arial" w:cs="Arial"/>
                <w:i/>
                <w:sz w:val="20"/>
                <w:szCs w:val="20"/>
              </w:rPr>
              <w:t xml:space="preserve">       </w:t>
            </w:r>
            <w:r w:rsidR="00F1005E" w:rsidRPr="00026CDB"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                                               </w:t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t xml:space="preserve">Strona </w:t>
            </w:r>
            <w:r w:rsidR="00804CD7" w:rsidRPr="00026CDB">
              <w:rPr>
                <w:rFonts w:ascii="Arial" w:hAnsi="Arial" w:cs="Arial"/>
                <w:i/>
                <w:sz w:val="20"/>
                <w:szCs w:val="20"/>
              </w:rPr>
              <w:fldChar w:fldCharType="begin"/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instrText>PAGE</w:instrText>
            </w:r>
            <w:r w:rsidR="00804CD7" w:rsidRPr="00026CDB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834CFF">
              <w:rPr>
                <w:rFonts w:ascii="Arial" w:hAnsi="Arial" w:cs="Arial"/>
                <w:i/>
                <w:noProof/>
                <w:sz w:val="20"/>
                <w:szCs w:val="20"/>
              </w:rPr>
              <w:t>2</w:t>
            </w:r>
            <w:r w:rsidR="00804CD7" w:rsidRPr="00026CDB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t xml:space="preserve"> z </w:t>
            </w:r>
            <w:r w:rsidR="00804CD7" w:rsidRPr="00026CDB">
              <w:rPr>
                <w:rFonts w:ascii="Arial" w:hAnsi="Arial" w:cs="Arial"/>
                <w:i/>
                <w:sz w:val="20"/>
                <w:szCs w:val="20"/>
              </w:rPr>
              <w:fldChar w:fldCharType="begin"/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instrText>NUMPAGES</w:instrText>
            </w:r>
            <w:r w:rsidR="00804CD7" w:rsidRPr="00026CDB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964CFB">
              <w:rPr>
                <w:rFonts w:ascii="Arial" w:hAnsi="Arial" w:cs="Arial"/>
                <w:i/>
                <w:noProof/>
                <w:sz w:val="20"/>
                <w:szCs w:val="20"/>
              </w:rPr>
              <w:t>1</w:t>
            </w:r>
            <w:r w:rsidR="00804CD7" w:rsidRPr="00026CDB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1F489F" w:rsidRPr="00F1005E" w:rsidRDefault="001F489F" w:rsidP="007A7EB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36" w:rsidRPr="00425F85" w:rsidRDefault="003349CF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943600" cy="1012825"/>
          <wp:effectExtent l="19050" t="0" r="0" b="0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2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54B" w:rsidRDefault="00BA254B" w:rsidP="000F38F9">
      <w:pPr>
        <w:spacing w:after="0" w:line="240" w:lineRule="auto"/>
      </w:pPr>
      <w:r>
        <w:separator/>
      </w:r>
    </w:p>
  </w:footnote>
  <w:footnote w:type="continuationSeparator" w:id="0">
    <w:p w:rsidR="00BA254B" w:rsidRDefault="00BA254B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8F9" w:rsidRDefault="000F38F9" w:rsidP="000F38F9">
    <w:pPr>
      <w:pStyle w:val="Nagwek"/>
      <w:ind w:hanging="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CA" w:rsidRDefault="003349CF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3470" cy="941070"/>
          <wp:effectExtent l="19050" t="0" r="0" b="0"/>
          <wp:docPr id="1" name="Obraz 1" descr="logo_RDOS_Gdańsk_W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41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7B60"/>
    <w:multiLevelType w:val="hybridMultilevel"/>
    <w:tmpl w:val="C6706E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E55080"/>
    <w:multiLevelType w:val="hybridMultilevel"/>
    <w:tmpl w:val="FF82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81514"/>
    <w:multiLevelType w:val="hybridMultilevel"/>
    <w:tmpl w:val="CC32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57F0D"/>
    <w:multiLevelType w:val="hybridMultilevel"/>
    <w:tmpl w:val="B67E8F5A"/>
    <w:lvl w:ilvl="0" w:tplc="D044551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B40AC"/>
    <w:multiLevelType w:val="hybridMultilevel"/>
    <w:tmpl w:val="B1940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00E1E"/>
    <w:multiLevelType w:val="hybridMultilevel"/>
    <w:tmpl w:val="B67E8F5A"/>
    <w:lvl w:ilvl="0" w:tplc="D044551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B2130"/>
    <w:multiLevelType w:val="hybridMultilevel"/>
    <w:tmpl w:val="EB1E77F0"/>
    <w:lvl w:ilvl="0" w:tplc="659A3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106410"/>
    <w:multiLevelType w:val="hybridMultilevel"/>
    <w:tmpl w:val="3CEE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52BC1"/>
    <w:multiLevelType w:val="hybridMultilevel"/>
    <w:tmpl w:val="7D3A8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80139F"/>
    <w:multiLevelType w:val="hybridMultilevel"/>
    <w:tmpl w:val="DBD89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8448A"/>
    <w:multiLevelType w:val="hybridMultilevel"/>
    <w:tmpl w:val="632AC71E"/>
    <w:lvl w:ilvl="0" w:tplc="6B7038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10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0530"/>
  </w:hdrShapeDefaults>
  <w:footnotePr>
    <w:footnote w:id="-1"/>
    <w:footnote w:id="0"/>
  </w:footnotePr>
  <w:endnotePr>
    <w:endnote w:id="-1"/>
    <w:endnote w:id="0"/>
  </w:endnotePr>
  <w:compat/>
  <w:rsids>
    <w:rsidRoot w:val="00AC7083"/>
    <w:rsid w:val="00010A42"/>
    <w:rsid w:val="00026CDB"/>
    <w:rsid w:val="00033042"/>
    <w:rsid w:val="00037C21"/>
    <w:rsid w:val="00051423"/>
    <w:rsid w:val="00051F21"/>
    <w:rsid w:val="00053029"/>
    <w:rsid w:val="00055E9F"/>
    <w:rsid w:val="00061BC3"/>
    <w:rsid w:val="000635F5"/>
    <w:rsid w:val="00085A93"/>
    <w:rsid w:val="00086AC9"/>
    <w:rsid w:val="00090F6E"/>
    <w:rsid w:val="00093A02"/>
    <w:rsid w:val="000A0E94"/>
    <w:rsid w:val="000A122A"/>
    <w:rsid w:val="000A46EC"/>
    <w:rsid w:val="000A5CE3"/>
    <w:rsid w:val="000B3035"/>
    <w:rsid w:val="000B5880"/>
    <w:rsid w:val="000C647E"/>
    <w:rsid w:val="000C6CA8"/>
    <w:rsid w:val="000D4173"/>
    <w:rsid w:val="000D70BF"/>
    <w:rsid w:val="000F3813"/>
    <w:rsid w:val="000F38F9"/>
    <w:rsid w:val="000F6CE1"/>
    <w:rsid w:val="00101FE4"/>
    <w:rsid w:val="00102184"/>
    <w:rsid w:val="001220AE"/>
    <w:rsid w:val="00126611"/>
    <w:rsid w:val="00127A5D"/>
    <w:rsid w:val="00134467"/>
    <w:rsid w:val="00141D30"/>
    <w:rsid w:val="00147238"/>
    <w:rsid w:val="0015157A"/>
    <w:rsid w:val="00152CA5"/>
    <w:rsid w:val="00156DA8"/>
    <w:rsid w:val="00174ABA"/>
    <w:rsid w:val="00175D69"/>
    <w:rsid w:val="001766D0"/>
    <w:rsid w:val="001768C1"/>
    <w:rsid w:val="001801F0"/>
    <w:rsid w:val="00180AC3"/>
    <w:rsid w:val="00184E69"/>
    <w:rsid w:val="00190B26"/>
    <w:rsid w:val="00194A95"/>
    <w:rsid w:val="00197D7C"/>
    <w:rsid w:val="001A12FD"/>
    <w:rsid w:val="001B2E6C"/>
    <w:rsid w:val="001C35E8"/>
    <w:rsid w:val="001C462C"/>
    <w:rsid w:val="001C4F8B"/>
    <w:rsid w:val="001D6B8E"/>
    <w:rsid w:val="001E0360"/>
    <w:rsid w:val="001E5D3D"/>
    <w:rsid w:val="001E6668"/>
    <w:rsid w:val="001E7363"/>
    <w:rsid w:val="001F489F"/>
    <w:rsid w:val="0020106F"/>
    <w:rsid w:val="00202061"/>
    <w:rsid w:val="00203933"/>
    <w:rsid w:val="00203CC6"/>
    <w:rsid w:val="00204263"/>
    <w:rsid w:val="002078CB"/>
    <w:rsid w:val="0021031C"/>
    <w:rsid w:val="00214B05"/>
    <w:rsid w:val="00215631"/>
    <w:rsid w:val="00221F98"/>
    <w:rsid w:val="00225414"/>
    <w:rsid w:val="0024534D"/>
    <w:rsid w:val="00247654"/>
    <w:rsid w:val="002509EE"/>
    <w:rsid w:val="00254DBF"/>
    <w:rsid w:val="00260E91"/>
    <w:rsid w:val="00262C59"/>
    <w:rsid w:val="00295535"/>
    <w:rsid w:val="00297572"/>
    <w:rsid w:val="002A1B9F"/>
    <w:rsid w:val="002A2117"/>
    <w:rsid w:val="002C018D"/>
    <w:rsid w:val="002C2036"/>
    <w:rsid w:val="002C28AF"/>
    <w:rsid w:val="002C4ECB"/>
    <w:rsid w:val="002E195E"/>
    <w:rsid w:val="002E4AE8"/>
    <w:rsid w:val="002E6972"/>
    <w:rsid w:val="002E7D91"/>
    <w:rsid w:val="002F1708"/>
    <w:rsid w:val="002F3587"/>
    <w:rsid w:val="002F5883"/>
    <w:rsid w:val="002F7466"/>
    <w:rsid w:val="0031184D"/>
    <w:rsid w:val="00311BAA"/>
    <w:rsid w:val="00312D02"/>
    <w:rsid w:val="003133EF"/>
    <w:rsid w:val="003149CE"/>
    <w:rsid w:val="0032319E"/>
    <w:rsid w:val="00326ED9"/>
    <w:rsid w:val="003349CF"/>
    <w:rsid w:val="00337C6C"/>
    <w:rsid w:val="00341461"/>
    <w:rsid w:val="00342586"/>
    <w:rsid w:val="0034697B"/>
    <w:rsid w:val="00350DC0"/>
    <w:rsid w:val="003576C7"/>
    <w:rsid w:val="0036229F"/>
    <w:rsid w:val="00362B29"/>
    <w:rsid w:val="003714E9"/>
    <w:rsid w:val="003744A8"/>
    <w:rsid w:val="00383FDD"/>
    <w:rsid w:val="00385086"/>
    <w:rsid w:val="0039035D"/>
    <w:rsid w:val="00390E4A"/>
    <w:rsid w:val="00393829"/>
    <w:rsid w:val="003958F2"/>
    <w:rsid w:val="00396BCA"/>
    <w:rsid w:val="003A1EC3"/>
    <w:rsid w:val="003A3410"/>
    <w:rsid w:val="003B38BB"/>
    <w:rsid w:val="003B3C65"/>
    <w:rsid w:val="003B53EB"/>
    <w:rsid w:val="003C63C8"/>
    <w:rsid w:val="003D3435"/>
    <w:rsid w:val="003F14C8"/>
    <w:rsid w:val="003F799B"/>
    <w:rsid w:val="00406401"/>
    <w:rsid w:val="00411437"/>
    <w:rsid w:val="004200CE"/>
    <w:rsid w:val="00422398"/>
    <w:rsid w:val="00425F85"/>
    <w:rsid w:val="00430F9E"/>
    <w:rsid w:val="00432EAE"/>
    <w:rsid w:val="00435A56"/>
    <w:rsid w:val="00435EBF"/>
    <w:rsid w:val="004371B3"/>
    <w:rsid w:val="00443615"/>
    <w:rsid w:val="00443878"/>
    <w:rsid w:val="00447F95"/>
    <w:rsid w:val="00450078"/>
    <w:rsid w:val="0045097F"/>
    <w:rsid w:val="00471931"/>
    <w:rsid w:val="00473BA6"/>
    <w:rsid w:val="0047650E"/>
    <w:rsid w:val="00476E20"/>
    <w:rsid w:val="00480797"/>
    <w:rsid w:val="004838D4"/>
    <w:rsid w:val="00484CAA"/>
    <w:rsid w:val="0049441D"/>
    <w:rsid w:val="004959AC"/>
    <w:rsid w:val="004A2730"/>
    <w:rsid w:val="004A27C5"/>
    <w:rsid w:val="004A2F36"/>
    <w:rsid w:val="004B2CCB"/>
    <w:rsid w:val="004B7618"/>
    <w:rsid w:val="004D52F9"/>
    <w:rsid w:val="004D7982"/>
    <w:rsid w:val="004E06C9"/>
    <w:rsid w:val="004E165F"/>
    <w:rsid w:val="004E1868"/>
    <w:rsid w:val="004F17FF"/>
    <w:rsid w:val="004F638B"/>
    <w:rsid w:val="00500E48"/>
    <w:rsid w:val="005061AE"/>
    <w:rsid w:val="0051300A"/>
    <w:rsid w:val="0051715C"/>
    <w:rsid w:val="00520E48"/>
    <w:rsid w:val="00521498"/>
    <w:rsid w:val="00522C1A"/>
    <w:rsid w:val="00526CE4"/>
    <w:rsid w:val="00537F5B"/>
    <w:rsid w:val="005418EC"/>
    <w:rsid w:val="0054231C"/>
    <w:rsid w:val="0054781B"/>
    <w:rsid w:val="005515D7"/>
    <w:rsid w:val="00551D5D"/>
    <w:rsid w:val="00557477"/>
    <w:rsid w:val="00557FD4"/>
    <w:rsid w:val="00564623"/>
    <w:rsid w:val="005725C0"/>
    <w:rsid w:val="005744DC"/>
    <w:rsid w:val="005958F4"/>
    <w:rsid w:val="00597D05"/>
    <w:rsid w:val="005A3738"/>
    <w:rsid w:val="005A6D14"/>
    <w:rsid w:val="005B5119"/>
    <w:rsid w:val="005C45E3"/>
    <w:rsid w:val="005C7609"/>
    <w:rsid w:val="005D0A96"/>
    <w:rsid w:val="005D2F72"/>
    <w:rsid w:val="005D4FCD"/>
    <w:rsid w:val="005E1CC4"/>
    <w:rsid w:val="005E5BD5"/>
    <w:rsid w:val="005F482A"/>
    <w:rsid w:val="005F4F3B"/>
    <w:rsid w:val="00600544"/>
    <w:rsid w:val="0062060B"/>
    <w:rsid w:val="0062316B"/>
    <w:rsid w:val="00624962"/>
    <w:rsid w:val="00624A8D"/>
    <w:rsid w:val="00626F39"/>
    <w:rsid w:val="00630036"/>
    <w:rsid w:val="00633F2F"/>
    <w:rsid w:val="006503E6"/>
    <w:rsid w:val="0066475E"/>
    <w:rsid w:val="006657C0"/>
    <w:rsid w:val="00667117"/>
    <w:rsid w:val="00676831"/>
    <w:rsid w:val="00683207"/>
    <w:rsid w:val="00690C71"/>
    <w:rsid w:val="00697388"/>
    <w:rsid w:val="006A03DF"/>
    <w:rsid w:val="006A46DF"/>
    <w:rsid w:val="006D2A1F"/>
    <w:rsid w:val="006D563C"/>
    <w:rsid w:val="006E025D"/>
    <w:rsid w:val="006E4F05"/>
    <w:rsid w:val="006F3D4C"/>
    <w:rsid w:val="006F512D"/>
    <w:rsid w:val="006F5FBA"/>
    <w:rsid w:val="00700C6B"/>
    <w:rsid w:val="00705E77"/>
    <w:rsid w:val="00720457"/>
    <w:rsid w:val="00721AE7"/>
    <w:rsid w:val="0073311B"/>
    <w:rsid w:val="00740E01"/>
    <w:rsid w:val="00747653"/>
    <w:rsid w:val="0075095D"/>
    <w:rsid w:val="007534B9"/>
    <w:rsid w:val="00755F69"/>
    <w:rsid w:val="00762D7D"/>
    <w:rsid w:val="007726C9"/>
    <w:rsid w:val="00785EDD"/>
    <w:rsid w:val="007876CB"/>
    <w:rsid w:val="007A15BD"/>
    <w:rsid w:val="007A4995"/>
    <w:rsid w:val="007A5E9C"/>
    <w:rsid w:val="007A7EBB"/>
    <w:rsid w:val="007B08FA"/>
    <w:rsid w:val="007B14F8"/>
    <w:rsid w:val="007B5595"/>
    <w:rsid w:val="007C3DF8"/>
    <w:rsid w:val="007D7C22"/>
    <w:rsid w:val="007E0757"/>
    <w:rsid w:val="007E14B2"/>
    <w:rsid w:val="007E28EB"/>
    <w:rsid w:val="007F0AA9"/>
    <w:rsid w:val="0080471C"/>
    <w:rsid w:val="00804CD7"/>
    <w:rsid w:val="008053E2"/>
    <w:rsid w:val="00812A72"/>
    <w:rsid w:val="00812CEA"/>
    <w:rsid w:val="00815B2E"/>
    <w:rsid w:val="00823EB8"/>
    <w:rsid w:val="00830C96"/>
    <w:rsid w:val="00833C07"/>
    <w:rsid w:val="00834CFF"/>
    <w:rsid w:val="008358C9"/>
    <w:rsid w:val="0083729E"/>
    <w:rsid w:val="008421C8"/>
    <w:rsid w:val="0085274A"/>
    <w:rsid w:val="00863155"/>
    <w:rsid w:val="00871467"/>
    <w:rsid w:val="00887A24"/>
    <w:rsid w:val="00890776"/>
    <w:rsid w:val="008A1C74"/>
    <w:rsid w:val="008B6E97"/>
    <w:rsid w:val="008D01F9"/>
    <w:rsid w:val="008D264D"/>
    <w:rsid w:val="008D2C0A"/>
    <w:rsid w:val="008D77DE"/>
    <w:rsid w:val="008E4B07"/>
    <w:rsid w:val="008E7D3C"/>
    <w:rsid w:val="008F3CC6"/>
    <w:rsid w:val="008F62E3"/>
    <w:rsid w:val="0090374F"/>
    <w:rsid w:val="009126DF"/>
    <w:rsid w:val="009167CB"/>
    <w:rsid w:val="009301BF"/>
    <w:rsid w:val="009323E5"/>
    <w:rsid w:val="009365DE"/>
    <w:rsid w:val="00937F04"/>
    <w:rsid w:val="00943DC1"/>
    <w:rsid w:val="00944418"/>
    <w:rsid w:val="00951C0C"/>
    <w:rsid w:val="009535F8"/>
    <w:rsid w:val="00961420"/>
    <w:rsid w:val="00961D10"/>
    <w:rsid w:val="0096370D"/>
    <w:rsid w:val="00964146"/>
    <w:rsid w:val="00964CFB"/>
    <w:rsid w:val="00970EA9"/>
    <w:rsid w:val="009731DA"/>
    <w:rsid w:val="00973F8C"/>
    <w:rsid w:val="00975A1D"/>
    <w:rsid w:val="00976E0E"/>
    <w:rsid w:val="00980930"/>
    <w:rsid w:val="00983EC1"/>
    <w:rsid w:val="009949ED"/>
    <w:rsid w:val="009A0DBD"/>
    <w:rsid w:val="009A2198"/>
    <w:rsid w:val="009A3888"/>
    <w:rsid w:val="009A7262"/>
    <w:rsid w:val="009B3EB0"/>
    <w:rsid w:val="009B4666"/>
    <w:rsid w:val="009C40DE"/>
    <w:rsid w:val="009C4AA2"/>
    <w:rsid w:val="009C4DAB"/>
    <w:rsid w:val="009C7AE0"/>
    <w:rsid w:val="009D6EAF"/>
    <w:rsid w:val="009E56A2"/>
    <w:rsid w:val="009E5CA9"/>
    <w:rsid w:val="009F094A"/>
    <w:rsid w:val="009F217E"/>
    <w:rsid w:val="009F5924"/>
    <w:rsid w:val="009F7301"/>
    <w:rsid w:val="00A02811"/>
    <w:rsid w:val="00A0345E"/>
    <w:rsid w:val="00A051DC"/>
    <w:rsid w:val="00A06FED"/>
    <w:rsid w:val="00A20FE6"/>
    <w:rsid w:val="00A21B1A"/>
    <w:rsid w:val="00A22495"/>
    <w:rsid w:val="00A25CAB"/>
    <w:rsid w:val="00A26720"/>
    <w:rsid w:val="00A31B45"/>
    <w:rsid w:val="00A52DCC"/>
    <w:rsid w:val="00A54E38"/>
    <w:rsid w:val="00A61476"/>
    <w:rsid w:val="00A61F28"/>
    <w:rsid w:val="00A63179"/>
    <w:rsid w:val="00A65395"/>
    <w:rsid w:val="00A66F4C"/>
    <w:rsid w:val="00A7265E"/>
    <w:rsid w:val="00A72B4C"/>
    <w:rsid w:val="00A72EFD"/>
    <w:rsid w:val="00A74074"/>
    <w:rsid w:val="00A75258"/>
    <w:rsid w:val="00A76069"/>
    <w:rsid w:val="00A8064B"/>
    <w:rsid w:val="00A84E5A"/>
    <w:rsid w:val="00A9313E"/>
    <w:rsid w:val="00AA261B"/>
    <w:rsid w:val="00AA4ABE"/>
    <w:rsid w:val="00AB15C0"/>
    <w:rsid w:val="00AB651A"/>
    <w:rsid w:val="00AC6910"/>
    <w:rsid w:val="00AC7083"/>
    <w:rsid w:val="00AE1E84"/>
    <w:rsid w:val="00AE606F"/>
    <w:rsid w:val="00AF0B90"/>
    <w:rsid w:val="00AF2CE3"/>
    <w:rsid w:val="00B07943"/>
    <w:rsid w:val="00B1236B"/>
    <w:rsid w:val="00B12630"/>
    <w:rsid w:val="00B15FB6"/>
    <w:rsid w:val="00B21AA1"/>
    <w:rsid w:val="00B30C34"/>
    <w:rsid w:val="00B325F9"/>
    <w:rsid w:val="00B40FDA"/>
    <w:rsid w:val="00B4366F"/>
    <w:rsid w:val="00B502B2"/>
    <w:rsid w:val="00B54926"/>
    <w:rsid w:val="00B55290"/>
    <w:rsid w:val="00B62DDA"/>
    <w:rsid w:val="00B64909"/>
    <w:rsid w:val="00B67D58"/>
    <w:rsid w:val="00B67DE2"/>
    <w:rsid w:val="00B67E96"/>
    <w:rsid w:val="00B84DF0"/>
    <w:rsid w:val="00B858A9"/>
    <w:rsid w:val="00B8658A"/>
    <w:rsid w:val="00B86EF5"/>
    <w:rsid w:val="00B87ADD"/>
    <w:rsid w:val="00B977DC"/>
    <w:rsid w:val="00BA254B"/>
    <w:rsid w:val="00BB3EBF"/>
    <w:rsid w:val="00BB5C77"/>
    <w:rsid w:val="00BC08FF"/>
    <w:rsid w:val="00BC407A"/>
    <w:rsid w:val="00BE147E"/>
    <w:rsid w:val="00BE78DC"/>
    <w:rsid w:val="00BF0C9C"/>
    <w:rsid w:val="00BF2593"/>
    <w:rsid w:val="00BF332E"/>
    <w:rsid w:val="00BF4C5F"/>
    <w:rsid w:val="00C03217"/>
    <w:rsid w:val="00C106CC"/>
    <w:rsid w:val="00C14324"/>
    <w:rsid w:val="00C1507F"/>
    <w:rsid w:val="00C15C8B"/>
    <w:rsid w:val="00C21F34"/>
    <w:rsid w:val="00C27AED"/>
    <w:rsid w:val="00C30DA0"/>
    <w:rsid w:val="00C345B7"/>
    <w:rsid w:val="00C4061E"/>
    <w:rsid w:val="00C51193"/>
    <w:rsid w:val="00C5625B"/>
    <w:rsid w:val="00C71350"/>
    <w:rsid w:val="00C80B08"/>
    <w:rsid w:val="00C84C5F"/>
    <w:rsid w:val="00C879F8"/>
    <w:rsid w:val="00C97542"/>
    <w:rsid w:val="00CA3B3C"/>
    <w:rsid w:val="00CA64DA"/>
    <w:rsid w:val="00CB3749"/>
    <w:rsid w:val="00CC33F5"/>
    <w:rsid w:val="00CC3402"/>
    <w:rsid w:val="00CC3896"/>
    <w:rsid w:val="00CC3E7D"/>
    <w:rsid w:val="00CD781B"/>
    <w:rsid w:val="00CE5124"/>
    <w:rsid w:val="00CE55FA"/>
    <w:rsid w:val="00CF0032"/>
    <w:rsid w:val="00CF0B17"/>
    <w:rsid w:val="00CF136F"/>
    <w:rsid w:val="00D06763"/>
    <w:rsid w:val="00D16970"/>
    <w:rsid w:val="00D173B8"/>
    <w:rsid w:val="00D212A5"/>
    <w:rsid w:val="00D26CC4"/>
    <w:rsid w:val="00D27CE7"/>
    <w:rsid w:val="00D32B28"/>
    <w:rsid w:val="00D338CB"/>
    <w:rsid w:val="00D401B3"/>
    <w:rsid w:val="00D42527"/>
    <w:rsid w:val="00D47B4A"/>
    <w:rsid w:val="00D556EF"/>
    <w:rsid w:val="00D6320F"/>
    <w:rsid w:val="00D740BB"/>
    <w:rsid w:val="00D90AD7"/>
    <w:rsid w:val="00D94ED5"/>
    <w:rsid w:val="00D971E8"/>
    <w:rsid w:val="00DA13BF"/>
    <w:rsid w:val="00DB553B"/>
    <w:rsid w:val="00DB5AA8"/>
    <w:rsid w:val="00DD013A"/>
    <w:rsid w:val="00DD695D"/>
    <w:rsid w:val="00DE3A1E"/>
    <w:rsid w:val="00DF236C"/>
    <w:rsid w:val="00DF45B9"/>
    <w:rsid w:val="00E04DA3"/>
    <w:rsid w:val="00E05999"/>
    <w:rsid w:val="00E06C5E"/>
    <w:rsid w:val="00E12C22"/>
    <w:rsid w:val="00E1523D"/>
    <w:rsid w:val="00E1684D"/>
    <w:rsid w:val="00E201B7"/>
    <w:rsid w:val="00E30795"/>
    <w:rsid w:val="00E3126E"/>
    <w:rsid w:val="00E33E98"/>
    <w:rsid w:val="00E37929"/>
    <w:rsid w:val="00E37A77"/>
    <w:rsid w:val="00E40E5E"/>
    <w:rsid w:val="00E5354F"/>
    <w:rsid w:val="00E5540E"/>
    <w:rsid w:val="00E556F5"/>
    <w:rsid w:val="00E60D74"/>
    <w:rsid w:val="00E6147F"/>
    <w:rsid w:val="00E6670D"/>
    <w:rsid w:val="00E67481"/>
    <w:rsid w:val="00E732DF"/>
    <w:rsid w:val="00E74444"/>
    <w:rsid w:val="00E80B38"/>
    <w:rsid w:val="00E8423B"/>
    <w:rsid w:val="00E84DDA"/>
    <w:rsid w:val="00E9611E"/>
    <w:rsid w:val="00EB02BB"/>
    <w:rsid w:val="00EB38F2"/>
    <w:rsid w:val="00EC0FF1"/>
    <w:rsid w:val="00EC2877"/>
    <w:rsid w:val="00EC7CB8"/>
    <w:rsid w:val="00ED2439"/>
    <w:rsid w:val="00EE631C"/>
    <w:rsid w:val="00EE7BA2"/>
    <w:rsid w:val="00EF5AA1"/>
    <w:rsid w:val="00F018AE"/>
    <w:rsid w:val="00F030DB"/>
    <w:rsid w:val="00F1005E"/>
    <w:rsid w:val="00F20919"/>
    <w:rsid w:val="00F24447"/>
    <w:rsid w:val="00F26C35"/>
    <w:rsid w:val="00F27D06"/>
    <w:rsid w:val="00F318C7"/>
    <w:rsid w:val="00F31C60"/>
    <w:rsid w:val="00F34458"/>
    <w:rsid w:val="00F51920"/>
    <w:rsid w:val="00F63300"/>
    <w:rsid w:val="00F63467"/>
    <w:rsid w:val="00F67B1E"/>
    <w:rsid w:val="00F67FB6"/>
    <w:rsid w:val="00F707F8"/>
    <w:rsid w:val="00F7576F"/>
    <w:rsid w:val="00F87B12"/>
    <w:rsid w:val="00F919FD"/>
    <w:rsid w:val="00F91DAC"/>
    <w:rsid w:val="00F9387B"/>
    <w:rsid w:val="00FA7B82"/>
    <w:rsid w:val="00FC2607"/>
    <w:rsid w:val="00FC3EEA"/>
    <w:rsid w:val="00FD163A"/>
    <w:rsid w:val="00FD2C82"/>
    <w:rsid w:val="00FD3A4D"/>
    <w:rsid w:val="00FE40F6"/>
    <w:rsid w:val="00FE7D5F"/>
    <w:rsid w:val="00FE7DCA"/>
    <w:rsid w:val="00FF1ACA"/>
    <w:rsid w:val="00FF3A71"/>
    <w:rsid w:val="00FF49AA"/>
    <w:rsid w:val="00FF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9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D0A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6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2E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2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2E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7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708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1708"/>
    <w:rPr>
      <w:vertAlign w:val="superscript"/>
    </w:rPr>
  </w:style>
  <w:style w:type="paragraph" w:customStyle="1" w:styleId="Akapitzlist1">
    <w:name w:val="Akapit z listą1"/>
    <w:basedOn w:val="Normalny"/>
    <w:rsid w:val="003B3C65"/>
    <w:pPr>
      <w:suppressAutoHyphens/>
      <w:ind w:left="720"/>
    </w:pPr>
    <w:rPr>
      <w:lang w:eastAsia="ar-SA"/>
    </w:rPr>
  </w:style>
  <w:style w:type="paragraph" w:customStyle="1" w:styleId="Akapitzlist3">
    <w:name w:val="Akapit z listą3"/>
    <w:basedOn w:val="Normalny"/>
    <w:rsid w:val="00480797"/>
    <w:pPr>
      <w:suppressAutoHyphens/>
      <w:ind w:left="720"/>
    </w:pPr>
    <w:rPr>
      <w:lang w:eastAsia="ar-SA"/>
    </w:rPr>
  </w:style>
  <w:style w:type="paragraph" w:customStyle="1" w:styleId="Akapitzlist4">
    <w:name w:val="Akapit z listą4"/>
    <w:basedOn w:val="Normalny"/>
    <w:rsid w:val="009B4666"/>
    <w:pPr>
      <w:suppressAutoHyphens/>
      <w:ind w:left="72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nna%20Szefler\6323-nadz&#243;r%20nad%20Natur&#261;%202000\2017\6323.19.2017_wycinka_do&#322;&#380;ycki\RDOS_Gda&#324;sk_WOCh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41B63-6EA2-4709-93EC-20E187278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RDOS_Gdańsk_WOCh.dot</Template>
  <TotalTime>11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a.szefler</dc:creator>
  <cp:lastModifiedBy>a.szefler</cp:lastModifiedBy>
  <cp:revision>20</cp:revision>
  <cp:lastPrinted>2017-11-28T08:00:00Z</cp:lastPrinted>
  <dcterms:created xsi:type="dcterms:W3CDTF">2017-11-13T08:43:00Z</dcterms:created>
  <dcterms:modified xsi:type="dcterms:W3CDTF">2017-11-28T11:57:00Z</dcterms:modified>
</cp:coreProperties>
</file>